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51B" w:rsidRPr="00A246D9" w:rsidRDefault="00F8051B" w:rsidP="00F8051B">
      <w:pPr>
        <w:pStyle w:val="Arial14halbfett"/>
        <w:rPr>
          <w:lang w:val="pl-PL"/>
        </w:rPr>
      </w:pPr>
      <w:bookmarkStart w:id="0" w:name="_GoBack"/>
      <w:bookmarkEnd w:id="0"/>
      <w:r>
        <w:rPr>
          <w:lang w:val="pl-PL"/>
        </w:rPr>
        <w:t xml:space="preserve">Zaproszenie na spotkanie </w:t>
      </w:r>
    </w:p>
    <w:p w:rsidR="00F8051B" w:rsidRPr="00A246D9" w:rsidRDefault="00F8051B" w:rsidP="00F8051B">
      <w:pPr>
        <w:pStyle w:val="Header"/>
        <w:tabs>
          <w:tab w:val="clear" w:pos="4536"/>
          <w:tab w:val="clear" w:pos="9072"/>
        </w:tabs>
        <w:rPr>
          <w:rFonts w:cs="Arial"/>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4"/>
        <w:gridCol w:w="2981"/>
        <w:gridCol w:w="2934"/>
      </w:tblGrid>
      <w:tr w:rsidR="00F8051B" w:rsidRPr="00EA50B5" w:rsidTr="00B73D71">
        <w:trPr>
          <w:cantSplit/>
        </w:trPr>
        <w:tc>
          <w:tcPr>
            <w:tcW w:w="3724" w:type="dxa"/>
            <w:tcBorders>
              <w:top w:val="single" w:sz="4" w:space="0" w:color="auto"/>
              <w:left w:val="single" w:sz="4" w:space="0" w:color="auto"/>
              <w:bottom w:val="single" w:sz="4" w:space="0" w:color="auto"/>
              <w:right w:val="single" w:sz="4" w:space="0" w:color="auto"/>
            </w:tcBorders>
            <w:shd w:val="clear" w:color="auto" w:fill="D9D9D9"/>
            <w:vAlign w:val="center"/>
          </w:tcPr>
          <w:p w:rsidR="00F8051B" w:rsidRPr="00FC5144" w:rsidRDefault="00F8051B" w:rsidP="00B73D71">
            <w:pPr>
              <w:pStyle w:val="Tab-Text"/>
              <w:spacing w:before="40" w:after="40"/>
              <w:jc w:val="center"/>
              <w:rPr>
                <w:rFonts w:cs="Arial"/>
                <w:b/>
                <w:sz w:val="22"/>
                <w:lang w:val="pl-PL"/>
              </w:rPr>
            </w:pPr>
            <w:r w:rsidRPr="00FC5144">
              <w:rPr>
                <w:rFonts w:cs="Arial"/>
                <w:b/>
                <w:sz w:val="22"/>
                <w:lang w:val="pl-PL"/>
              </w:rPr>
              <w:t>Przewodniczący spotkani</w:t>
            </w:r>
            <w:r>
              <w:rPr>
                <w:rFonts w:cs="Arial"/>
                <w:b/>
                <w:sz w:val="22"/>
                <w:lang w:val="pl-PL"/>
              </w:rPr>
              <w:t>a</w:t>
            </w:r>
          </w:p>
        </w:tc>
        <w:tc>
          <w:tcPr>
            <w:tcW w:w="2981" w:type="dxa"/>
            <w:tcBorders>
              <w:top w:val="single" w:sz="4" w:space="0" w:color="auto"/>
              <w:left w:val="single" w:sz="4" w:space="0" w:color="auto"/>
              <w:bottom w:val="single" w:sz="4" w:space="0" w:color="auto"/>
              <w:right w:val="single" w:sz="4" w:space="0" w:color="auto"/>
            </w:tcBorders>
            <w:shd w:val="clear" w:color="auto" w:fill="D9D9D9"/>
            <w:vAlign w:val="center"/>
          </w:tcPr>
          <w:p w:rsidR="00F8051B" w:rsidRPr="00FC5144" w:rsidRDefault="00F8051B" w:rsidP="00B73D71">
            <w:pPr>
              <w:pStyle w:val="Tab-Text"/>
              <w:spacing w:before="40" w:after="40"/>
              <w:jc w:val="center"/>
              <w:rPr>
                <w:rFonts w:cs="Arial"/>
                <w:b/>
                <w:sz w:val="22"/>
                <w:lang w:val="pl-PL"/>
              </w:rPr>
            </w:pPr>
            <w:r w:rsidRPr="00FC5144">
              <w:rPr>
                <w:rFonts w:cs="Arial"/>
                <w:b/>
                <w:sz w:val="22"/>
                <w:lang w:val="pl-PL"/>
              </w:rPr>
              <w:t>Telefon</w:t>
            </w:r>
          </w:p>
        </w:tc>
        <w:tc>
          <w:tcPr>
            <w:tcW w:w="2934" w:type="dxa"/>
            <w:tcBorders>
              <w:top w:val="single" w:sz="4" w:space="0" w:color="auto"/>
              <w:left w:val="single" w:sz="4" w:space="0" w:color="auto"/>
              <w:bottom w:val="single" w:sz="4" w:space="0" w:color="auto"/>
              <w:right w:val="single" w:sz="4" w:space="0" w:color="auto"/>
            </w:tcBorders>
            <w:shd w:val="clear" w:color="auto" w:fill="D9D9D9"/>
            <w:vAlign w:val="center"/>
          </w:tcPr>
          <w:p w:rsidR="00F8051B" w:rsidRPr="00FC5144" w:rsidRDefault="002C7AB7" w:rsidP="00B73D71">
            <w:pPr>
              <w:pStyle w:val="Tab-Text"/>
              <w:spacing w:before="40" w:after="40"/>
              <w:jc w:val="center"/>
              <w:rPr>
                <w:rFonts w:cs="Arial"/>
                <w:b/>
                <w:sz w:val="22"/>
                <w:lang w:val="pl-PL"/>
              </w:rPr>
            </w:pPr>
            <w:r>
              <w:rPr>
                <w:rFonts w:cs="Arial"/>
                <w:b/>
                <w:sz w:val="22"/>
                <w:lang w:val="pl-PL"/>
              </w:rPr>
              <w:t xml:space="preserve">Instytucja / </w:t>
            </w:r>
            <w:r w:rsidR="00F8051B" w:rsidRPr="00FC5144">
              <w:rPr>
                <w:rFonts w:cs="Arial"/>
                <w:b/>
                <w:sz w:val="22"/>
                <w:lang w:val="pl-PL"/>
              </w:rPr>
              <w:t>Firma</w:t>
            </w:r>
          </w:p>
        </w:tc>
      </w:tr>
      <w:tr w:rsidR="00F8051B" w:rsidRPr="00EA50B5" w:rsidTr="00B73D71">
        <w:trPr>
          <w:cantSplit/>
        </w:trPr>
        <w:tc>
          <w:tcPr>
            <w:tcW w:w="3724" w:type="dxa"/>
            <w:tcBorders>
              <w:top w:val="single" w:sz="4" w:space="0" w:color="auto"/>
              <w:left w:val="single" w:sz="4" w:space="0" w:color="auto"/>
              <w:bottom w:val="single" w:sz="4" w:space="0" w:color="auto"/>
              <w:right w:val="single" w:sz="4" w:space="0" w:color="auto"/>
            </w:tcBorders>
            <w:vAlign w:val="center"/>
          </w:tcPr>
          <w:p w:rsidR="00F8051B" w:rsidRPr="00FC5144" w:rsidRDefault="00F8051B" w:rsidP="00B73D71">
            <w:pPr>
              <w:pStyle w:val="Tab-Text"/>
              <w:spacing w:before="40" w:after="40"/>
              <w:rPr>
                <w:rFonts w:ascii="Times New Roman" w:hAnsi="Times New Roman"/>
                <w:b/>
                <w:sz w:val="22"/>
                <w:szCs w:val="22"/>
                <w:lang w:val="pl-PL"/>
              </w:rPr>
            </w:pPr>
            <w:r w:rsidRPr="00FC5144">
              <w:rPr>
                <w:rFonts w:cs="Arial"/>
                <w:lang w:val="pl-PL"/>
              </w:rPr>
              <w:t>[Imię Nazwisko]</w:t>
            </w:r>
          </w:p>
        </w:tc>
        <w:tc>
          <w:tcPr>
            <w:tcW w:w="2981" w:type="dxa"/>
            <w:tcBorders>
              <w:top w:val="single" w:sz="4" w:space="0" w:color="auto"/>
              <w:left w:val="single" w:sz="4" w:space="0" w:color="auto"/>
              <w:bottom w:val="single" w:sz="4" w:space="0" w:color="auto"/>
              <w:right w:val="single" w:sz="4" w:space="0" w:color="auto"/>
            </w:tcBorders>
            <w:vAlign w:val="center"/>
          </w:tcPr>
          <w:p w:rsidR="00F8051B" w:rsidRPr="00EA50B5" w:rsidRDefault="00F8051B" w:rsidP="00B73D71">
            <w:pPr>
              <w:pStyle w:val="Tableheading1"/>
              <w:tabs>
                <w:tab w:val="left" w:pos="3032"/>
                <w:tab w:val="left" w:pos="9360"/>
                <w:tab w:val="left" w:pos="9540"/>
              </w:tabs>
              <w:rPr>
                <w:rFonts w:ascii="Times New Roman" w:hAnsi="Times New Roman"/>
                <w:sz w:val="22"/>
                <w:szCs w:val="22"/>
                <w:lang w:val="pl-PL"/>
              </w:rPr>
            </w:pPr>
          </w:p>
        </w:tc>
        <w:tc>
          <w:tcPr>
            <w:tcW w:w="2934" w:type="dxa"/>
            <w:tcBorders>
              <w:top w:val="single" w:sz="4" w:space="0" w:color="auto"/>
              <w:left w:val="single" w:sz="4" w:space="0" w:color="auto"/>
              <w:bottom w:val="single" w:sz="4" w:space="0" w:color="auto"/>
              <w:right w:val="single" w:sz="4" w:space="0" w:color="auto"/>
            </w:tcBorders>
            <w:vAlign w:val="center"/>
          </w:tcPr>
          <w:p w:rsidR="00F8051B" w:rsidRPr="00EA50B5" w:rsidRDefault="00F8051B" w:rsidP="00B73D71">
            <w:pPr>
              <w:pStyle w:val="Tableheading1"/>
              <w:tabs>
                <w:tab w:val="left" w:pos="3032"/>
                <w:tab w:val="left" w:pos="9360"/>
                <w:tab w:val="left" w:pos="9540"/>
              </w:tabs>
              <w:rPr>
                <w:rFonts w:ascii="Times New Roman" w:hAnsi="Times New Roman"/>
                <w:sz w:val="22"/>
                <w:szCs w:val="22"/>
                <w:lang w:val="pl-PL"/>
              </w:rPr>
            </w:pPr>
          </w:p>
        </w:tc>
      </w:tr>
    </w:tbl>
    <w:p w:rsidR="00F8051B" w:rsidRDefault="00F8051B" w:rsidP="00F8051B">
      <w:pPr>
        <w:spacing w:before="40" w:after="40"/>
        <w:rPr>
          <w:rFonts w:cs="Arial"/>
          <w:sz w:val="16"/>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2"/>
        <w:gridCol w:w="7847"/>
      </w:tblGrid>
      <w:tr w:rsidR="00F8051B" w:rsidRPr="00A246D9" w:rsidTr="00B73D71">
        <w:trPr>
          <w:cantSplit/>
        </w:trPr>
        <w:tc>
          <w:tcPr>
            <w:tcW w:w="1792" w:type="dxa"/>
            <w:shd w:val="pct12" w:color="auto" w:fill="FFFFFF"/>
            <w:vAlign w:val="center"/>
          </w:tcPr>
          <w:p w:rsidR="00F8051B" w:rsidRPr="00A246D9" w:rsidRDefault="00F8051B" w:rsidP="00B73D71">
            <w:pPr>
              <w:pStyle w:val="Tab-Text"/>
              <w:spacing w:before="40" w:after="40"/>
              <w:rPr>
                <w:rFonts w:cs="Arial"/>
                <w:b/>
                <w:sz w:val="22"/>
                <w:lang w:val="pl-PL"/>
              </w:rPr>
            </w:pPr>
            <w:r w:rsidRPr="00A246D9">
              <w:rPr>
                <w:rFonts w:cs="Arial"/>
                <w:b/>
                <w:sz w:val="22"/>
                <w:lang w:val="pl-PL"/>
              </w:rPr>
              <w:t>Temat:</w:t>
            </w:r>
          </w:p>
        </w:tc>
        <w:tc>
          <w:tcPr>
            <w:tcW w:w="7847" w:type="dxa"/>
            <w:vAlign w:val="center"/>
          </w:tcPr>
          <w:p w:rsidR="00F8051B" w:rsidRPr="00A246D9" w:rsidRDefault="00F8051B" w:rsidP="00B73D71">
            <w:pPr>
              <w:pStyle w:val="Tab-Text"/>
              <w:spacing w:before="40" w:after="40"/>
              <w:rPr>
                <w:rFonts w:cs="Arial"/>
                <w:lang w:val="pl-PL"/>
              </w:rPr>
            </w:pPr>
          </w:p>
        </w:tc>
      </w:tr>
    </w:tbl>
    <w:p w:rsidR="00F8051B" w:rsidRPr="00A246D9" w:rsidRDefault="00F8051B" w:rsidP="00F8051B">
      <w:pPr>
        <w:pStyle w:val="Header"/>
        <w:tabs>
          <w:tab w:val="clear" w:pos="4536"/>
          <w:tab w:val="clear" w:pos="9072"/>
        </w:tabs>
        <w:spacing w:before="40" w:after="40"/>
        <w:rPr>
          <w:rFonts w:cs="Arial"/>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4035"/>
        <w:gridCol w:w="3903"/>
      </w:tblGrid>
      <w:tr w:rsidR="00F8051B" w:rsidRPr="00A246D9" w:rsidTr="00B73D71">
        <w:trPr>
          <w:cantSplit/>
        </w:trPr>
        <w:tc>
          <w:tcPr>
            <w:tcW w:w="1701" w:type="dxa"/>
            <w:tcBorders>
              <w:bottom w:val="single" w:sz="4" w:space="0" w:color="auto"/>
            </w:tcBorders>
            <w:shd w:val="pct12" w:color="auto" w:fill="FFFFFF"/>
            <w:vAlign w:val="center"/>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Dat</w:t>
            </w:r>
            <w:r>
              <w:rPr>
                <w:rFonts w:cs="Arial"/>
                <w:b/>
                <w:sz w:val="22"/>
                <w:lang w:val="pl-PL"/>
              </w:rPr>
              <w:t>a spotkania</w:t>
            </w:r>
            <w:r w:rsidRPr="00A246D9">
              <w:rPr>
                <w:rFonts w:cs="Arial"/>
                <w:b/>
                <w:sz w:val="22"/>
                <w:lang w:val="pl-PL"/>
              </w:rPr>
              <w:t>:</w:t>
            </w:r>
          </w:p>
        </w:tc>
        <w:tc>
          <w:tcPr>
            <w:tcW w:w="4035" w:type="dxa"/>
            <w:tcBorders>
              <w:bottom w:val="single" w:sz="4" w:space="0" w:color="auto"/>
            </w:tcBorders>
            <w:shd w:val="pct12" w:color="auto" w:fill="FFFFFF"/>
            <w:vAlign w:val="center"/>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Czas:</w:t>
            </w:r>
          </w:p>
        </w:tc>
        <w:tc>
          <w:tcPr>
            <w:tcW w:w="3903" w:type="dxa"/>
            <w:tcBorders>
              <w:bottom w:val="single" w:sz="4" w:space="0" w:color="auto"/>
            </w:tcBorders>
            <w:shd w:val="pct12" w:color="auto" w:fill="FFFFFF"/>
            <w:vAlign w:val="center"/>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Miejsce</w:t>
            </w:r>
          </w:p>
        </w:tc>
      </w:tr>
      <w:tr w:rsidR="00F8051B" w:rsidRPr="00A246D9" w:rsidTr="00B73D71">
        <w:trPr>
          <w:cantSplit/>
        </w:trPr>
        <w:tc>
          <w:tcPr>
            <w:tcW w:w="1701" w:type="dxa"/>
            <w:tcBorders>
              <w:bottom w:val="single" w:sz="4" w:space="0" w:color="auto"/>
            </w:tcBorders>
            <w:vAlign w:val="center"/>
          </w:tcPr>
          <w:p w:rsidR="00F8051B" w:rsidRPr="00A246D9" w:rsidRDefault="00F8051B" w:rsidP="00B73D71">
            <w:pPr>
              <w:pStyle w:val="Tab-Text"/>
              <w:spacing w:before="40" w:after="40"/>
              <w:jc w:val="center"/>
              <w:rPr>
                <w:rFonts w:cs="Arial"/>
                <w:lang w:val="pl-PL"/>
              </w:rPr>
            </w:pPr>
            <w:r>
              <w:rPr>
                <w:rFonts w:cs="Arial"/>
                <w:lang w:val="pl-PL"/>
              </w:rPr>
              <w:t>[RRRR-MM-DD]</w:t>
            </w:r>
          </w:p>
        </w:tc>
        <w:tc>
          <w:tcPr>
            <w:tcW w:w="4035" w:type="dxa"/>
            <w:vAlign w:val="center"/>
          </w:tcPr>
          <w:p w:rsidR="00F8051B" w:rsidRPr="00A246D9" w:rsidRDefault="00F8051B" w:rsidP="00B73D71">
            <w:pPr>
              <w:pStyle w:val="Tab-Text"/>
              <w:spacing w:before="40" w:after="40"/>
              <w:jc w:val="center"/>
              <w:rPr>
                <w:rFonts w:cs="Arial"/>
                <w:lang w:val="pl-PL"/>
              </w:rPr>
            </w:pPr>
            <w:r>
              <w:rPr>
                <w:rFonts w:cs="Arial"/>
                <w:lang w:val="pl-PL"/>
              </w:rPr>
              <w:t>[GG</w:t>
            </w:r>
            <w:proofErr w:type="gramStart"/>
            <w:r>
              <w:rPr>
                <w:rFonts w:cs="Arial"/>
                <w:lang w:val="pl-PL"/>
              </w:rPr>
              <w:t>:MM</w:t>
            </w:r>
            <w:proofErr w:type="gramEnd"/>
            <w:r>
              <w:rPr>
                <w:rFonts w:cs="Arial"/>
                <w:lang w:val="pl-PL"/>
              </w:rPr>
              <w:t xml:space="preserve"> – GG:MM]</w:t>
            </w:r>
          </w:p>
        </w:tc>
        <w:tc>
          <w:tcPr>
            <w:tcW w:w="3903" w:type="dxa"/>
            <w:vAlign w:val="center"/>
          </w:tcPr>
          <w:p w:rsidR="00F8051B" w:rsidRPr="00A246D9" w:rsidRDefault="00F8051B" w:rsidP="00B73D71">
            <w:pPr>
              <w:pStyle w:val="Tab-Text"/>
              <w:spacing w:before="40" w:after="40"/>
              <w:jc w:val="center"/>
              <w:rPr>
                <w:rFonts w:cs="Arial"/>
                <w:lang w:val="pl-PL"/>
              </w:rPr>
            </w:pPr>
          </w:p>
        </w:tc>
      </w:tr>
    </w:tbl>
    <w:p w:rsidR="00F8051B" w:rsidRPr="00A246D9" w:rsidRDefault="00F8051B" w:rsidP="00F8051B">
      <w:pPr>
        <w:rPr>
          <w:rFonts w:cs="Arial"/>
          <w:b/>
          <w:sz w:val="22"/>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2"/>
        <w:gridCol w:w="7847"/>
      </w:tblGrid>
      <w:tr w:rsidR="00F8051B" w:rsidRPr="00A246D9" w:rsidTr="00B73D71">
        <w:trPr>
          <w:cantSplit/>
        </w:trPr>
        <w:tc>
          <w:tcPr>
            <w:tcW w:w="1792" w:type="dxa"/>
            <w:shd w:val="pct12" w:color="auto" w:fill="FFFFFF"/>
            <w:vAlign w:val="center"/>
          </w:tcPr>
          <w:p w:rsidR="00F8051B" w:rsidRPr="00A246D9" w:rsidRDefault="00F8051B" w:rsidP="00B73D71">
            <w:pPr>
              <w:pStyle w:val="Tab-Text"/>
              <w:spacing w:before="40" w:after="40"/>
              <w:rPr>
                <w:rFonts w:cs="Arial"/>
                <w:b/>
                <w:sz w:val="22"/>
                <w:lang w:val="pl-PL"/>
              </w:rPr>
            </w:pPr>
            <w:r>
              <w:rPr>
                <w:rFonts w:cs="Arial"/>
                <w:b/>
                <w:sz w:val="22"/>
                <w:lang w:val="pl-PL"/>
              </w:rPr>
              <w:t>Wymagania techniczne</w:t>
            </w:r>
            <w:r w:rsidRPr="00A246D9">
              <w:rPr>
                <w:rFonts w:cs="Arial"/>
                <w:b/>
                <w:sz w:val="22"/>
                <w:lang w:val="pl-PL"/>
              </w:rPr>
              <w:t>:</w:t>
            </w:r>
          </w:p>
        </w:tc>
        <w:tc>
          <w:tcPr>
            <w:tcW w:w="7847" w:type="dxa"/>
            <w:vAlign w:val="center"/>
          </w:tcPr>
          <w:p w:rsidR="00F8051B" w:rsidRPr="00A246D9" w:rsidRDefault="00F8051B" w:rsidP="00B73D71">
            <w:pPr>
              <w:pStyle w:val="Tab-Text"/>
              <w:spacing w:before="40" w:after="40"/>
              <w:rPr>
                <w:rFonts w:cs="Arial"/>
                <w:lang w:val="pl-PL"/>
              </w:rPr>
            </w:pPr>
          </w:p>
        </w:tc>
      </w:tr>
    </w:tbl>
    <w:p w:rsidR="00F8051B" w:rsidRDefault="00F8051B" w:rsidP="00F8051B">
      <w:pPr>
        <w:rPr>
          <w:rFonts w:cs="Arial"/>
          <w:b/>
          <w:sz w:val="22"/>
          <w:lang w:val="pl-PL"/>
        </w:rPr>
      </w:pPr>
    </w:p>
    <w:p w:rsidR="00F8051B" w:rsidRDefault="00F8051B" w:rsidP="00F8051B">
      <w:pPr>
        <w:rPr>
          <w:rFonts w:cs="Arial"/>
          <w:b/>
          <w:sz w:val="22"/>
          <w:lang w:val="pl-PL"/>
        </w:rPr>
      </w:pPr>
    </w:p>
    <w:p w:rsidR="00F8051B" w:rsidRPr="00A246D9" w:rsidRDefault="00F8051B" w:rsidP="00F8051B">
      <w:pPr>
        <w:rPr>
          <w:rFonts w:cs="Arial"/>
          <w:b/>
          <w:sz w:val="22"/>
          <w:lang w:val="pl-PL"/>
        </w:rPr>
      </w:pPr>
      <w:r w:rsidRPr="00A246D9">
        <w:rPr>
          <w:rFonts w:cs="Arial"/>
          <w:b/>
          <w:sz w:val="22"/>
          <w:lang w:val="pl-PL"/>
        </w:rPr>
        <w:t>UCZESTNICY</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2976"/>
        <w:gridCol w:w="4110"/>
        <w:gridCol w:w="1842"/>
      </w:tblGrid>
      <w:tr w:rsidR="00F8051B" w:rsidRPr="00A246D9" w:rsidTr="00B73D71">
        <w:trPr>
          <w:cantSplit/>
          <w:trHeight w:val="280"/>
        </w:trPr>
        <w:tc>
          <w:tcPr>
            <w:tcW w:w="711" w:type="dxa"/>
            <w:shd w:val="pct12" w:color="auto" w:fill="FFFFFF"/>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L.</w:t>
            </w:r>
            <w:proofErr w:type="gramStart"/>
            <w:r w:rsidRPr="00A246D9">
              <w:rPr>
                <w:rFonts w:cs="Arial"/>
                <w:b/>
                <w:sz w:val="22"/>
                <w:lang w:val="pl-PL"/>
              </w:rPr>
              <w:t>p</w:t>
            </w:r>
            <w:proofErr w:type="gramEnd"/>
            <w:r w:rsidRPr="00A246D9">
              <w:rPr>
                <w:rFonts w:cs="Arial"/>
                <w:b/>
                <w:sz w:val="22"/>
                <w:lang w:val="pl-PL"/>
              </w:rPr>
              <w:t>.</w:t>
            </w:r>
          </w:p>
        </w:tc>
        <w:tc>
          <w:tcPr>
            <w:tcW w:w="2976" w:type="dxa"/>
            <w:shd w:val="pct12" w:color="auto" w:fill="FFFFFF"/>
            <w:vAlign w:val="center"/>
          </w:tcPr>
          <w:p w:rsidR="00F8051B" w:rsidRPr="00A246D9" w:rsidRDefault="00F8051B" w:rsidP="00B73D71">
            <w:pPr>
              <w:pStyle w:val="Tab-Text"/>
              <w:spacing w:before="40" w:after="40"/>
              <w:jc w:val="center"/>
              <w:rPr>
                <w:rFonts w:cs="Arial"/>
                <w:sz w:val="22"/>
                <w:lang w:val="pl-PL"/>
              </w:rPr>
            </w:pPr>
            <w:r w:rsidRPr="00A246D9">
              <w:rPr>
                <w:rFonts w:cs="Arial"/>
                <w:b/>
                <w:sz w:val="22"/>
                <w:lang w:val="pl-PL"/>
              </w:rPr>
              <w:t>Nazwisko</w:t>
            </w:r>
          </w:p>
        </w:tc>
        <w:tc>
          <w:tcPr>
            <w:tcW w:w="4110" w:type="dxa"/>
            <w:shd w:val="pct12" w:color="auto" w:fill="FFFFFF"/>
            <w:vAlign w:val="center"/>
          </w:tcPr>
          <w:p w:rsidR="00F8051B" w:rsidRPr="00A246D9" w:rsidRDefault="002C7AB7" w:rsidP="002C7AB7">
            <w:pPr>
              <w:pStyle w:val="Tab-Text"/>
              <w:keepNext/>
              <w:jc w:val="center"/>
              <w:rPr>
                <w:rFonts w:cs="Arial"/>
                <w:b/>
                <w:sz w:val="22"/>
                <w:lang w:val="pl-PL"/>
              </w:rPr>
            </w:pPr>
            <w:r>
              <w:rPr>
                <w:rFonts w:cs="Arial"/>
                <w:b/>
                <w:sz w:val="22"/>
                <w:lang w:val="pl-PL"/>
              </w:rPr>
              <w:t xml:space="preserve">Instytucja / </w:t>
            </w:r>
            <w:r w:rsidR="00F8051B" w:rsidRPr="00A246D9">
              <w:rPr>
                <w:rFonts w:cs="Arial"/>
                <w:b/>
                <w:sz w:val="22"/>
                <w:lang w:val="pl-PL"/>
              </w:rPr>
              <w:t>Firma</w:t>
            </w:r>
          </w:p>
        </w:tc>
        <w:tc>
          <w:tcPr>
            <w:tcW w:w="1842" w:type="dxa"/>
            <w:shd w:val="pct12" w:color="auto" w:fill="FFFFFF"/>
            <w:vAlign w:val="center"/>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Inicjały</w:t>
            </w:r>
          </w:p>
        </w:tc>
      </w:tr>
      <w:tr w:rsidR="00F8051B" w:rsidRPr="00A246D9" w:rsidTr="00B73D71">
        <w:trPr>
          <w:cantSplit/>
          <w:trHeight w:val="302"/>
        </w:trPr>
        <w:tc>
          <w:tcPr>
            <w:tcW w:w="711" w:type="dxa"/>
          </w:tcPr>
          <w:p w:rsidR="00F8051B" w:rsidRPr="003828D8" w:rsidRDefault="00F8051B" w:rsidP="00F8051B">
            <w:pPr>
              <w:pStyle w:val="Tab-Text"/>
              <w:numPr>
                <w:ilvl w:val="0"/>
                <w:numId w:val="34"/>
              </w:numPr>
              <w:spacing w:before="40" w:after="40"/>
              <w:rPr>
                <w:rFonts w:cs="Arial"/>
                <w:lang w:val="pl-PL"/>
              </w:rPr>
            </w:pPr>
          </w:p>
        </w:tc>
        <w:tc>
          <w:tcPr>
            <w:tcW w:w="2976" w:type="dxa"/>
            <w:vAlign w:val="center"/>
          </w:tcPr>
          <w:p w:rsidR="00F8051B" w:rsidRPr="00A246D9" w:rsidRDefault="00F8051B" w:rsidP="00B73D71">
            <w:pPr>
              <w:pStyle w:val="Tab-Text"/>
              <w:spacing w:before="40" w:after="40"/>
              <w:rPr>
                <w:rFonts w:cs="Arial"/>
                <w:lang w:val="pl-PL"/>
              </w:rPr>
            </w:pPr>
            <w:r>
              <w:rPr>
                <w:rFonts w:cs="Arial"/>
                <w:lang w:val="pl-PL"/>
              </w:rPr>
              <w:t>[Imię Nazwisko]</w:t>
            </w:r>
          </w:p>
        </w:tc>
        <w:tc>
          <w:tcPr>
            <w:tcW w:w="4110" w:type="dxa"/>
          </w:tcPr>
          <w:p w:rsidR="00F8051B" w:rsidRDefault="00F8051B" w:rsidP="00B73D71">
            <w:pPr>
              <w:pStyle w:val="Tab-Text"/>
              <w:spacing w:before="40" w:after="40"/>
              <w:jc w:val="center"/>
              <w:rPr>
                <w:rFonts w:cs="Arial"/>
                <w:lang w:val="pl-PL"/>
              </w:rPr>
            </w:pPr>
          </w:p>
        </w:tc>
        <w:tc>
          <w:tcPr>
            <w:tcW w:w="1842" w:type="dxa"/>
          </w:tcPr>
          <w:p w:rsidR="00F8051B" w:rsidRPr="00A246D9" w:rsidRDefault="00F8051B" w:rsidP="00B73D71">
            <w:pPr>
              <w:pStyle w:val="Tab-Text"/>
              <w:spacing w:before="40" w:after="40"/>
              <w:jc w:val="center"/>
              <w:rPr>
                <w:rFonts w:cs="Arial"/>
                <w:lang w:val="pl-PL"/>
              </w:rPr>
            </w:pPr>
            <w:r>
              <w:rPr>
                <w:rFonts w:cs="Arial"/>
                <w:lang w:val="pl-PL"/>
              </w:rPr>
              <w:t>[INA]</w:t>
            </w:r>
          </w:p>
        </w:tc>
      </w:tr>
      <w:tr w:rsidR="00F8051B" w:rsidRPr="00A246D9" w:rsidTr="00B73D71">
        <w:trPr>
          <w:cantSplit/>
          <w:trHeight w:val="280"/>
        </w:trPr>
        <w:tc>
          <w:tcPr>
            <w:tcW w:w="711" w:type="dxa"/>
          </w:tcPr>
          <w:p w:rsidR="00F8051B" w:rsidRPr="003828D8" w:rsidRDefault="00F8051B" w:rsidP="00F8051B">
            <w:pPr>
              <w:pStyle w:val="Tab-Text"/>
              <w:numPr>
                <w:ilvl w:val="0"/>
                <w:numId w:val="34"/>
              </w:numPr>
              <w:spacing w:before="40" w:after="40"/>
              <w:rPr>
                <w:rFonts w:cs="Arial"/>
                <w:lang w:val="pl-PL"/>
              </w:rPr>
            </w:pPr>
          </w:p>
        </w:tc>
        <w:tc>
          <w:tcPr>
            <w:tcW w:w="2976" w:type="dxa"/>
            <w:vAlign w:val="center"/>
          </w:tcPr>
          <w:p w:rsidR="00F8051B" w:rsidRPr="00A246D9" w:rsidRDefault="00F8051B" w:rsidP="00B73D71">
            <w:pPr>
              <w:pStyle w:val="Tab-Text"/>
              <w:spacing w:before="40" w:after="40"/>
              <w:rPr>
                <w:rFonts w:cs="Arial"/>
                <w:lang w:val="pl-PL"/>
              </w:rPr>
            </w:pPr>
            <w:r>
              <w:rPr>
                <w:rFonts w:cs="Arial"/>
                <w:lang w:val="pl-PL"/>
              </w:rPr>
              <w:t>[Imię Nazwisko]</w:t>
            </w:r>
          </w:p>
        </w:tc>
        <w:tc>
          <w:tcPr>
            <w:tcW w:w="4110" w:type="dxa"/>
          </w:tcPr>
          <w:p w:rsidR="00F8051B" w:rsidRDefault="00F8051B" w:rsidP="00B73D71">
            <w:pPr>
              <w:pStyle w:val="Tab-Text"/>
              <w:spacing w:before="40" w:after="40"/>
              <w:jc w:val="center"/>
              <w:rPr>
                <w:rFonts w:cs="Arial"/>
                <w:lang w:val="pl-PL"/>
              </w:rPr>
            </w:pPr>
          </w:p>
        </w:tc>
        <w:tc>
          <w:tcPr>
            <w:tcW w:w="1842" w:type="dxa"/>
          </w:tcPr>
          <w:p w:rsidR="00F8051B" w:rsidRPr="00A246D9" w:rsidRDefault="00F8051B" w:rsidP="00B73D71">
            <w:pPr>
              <w:pStyle w:val="Tab-Text"/>
              <w:spacing w:before="40" w:after="40"/>
              <w:jc w:val="center"/>
              <w:rPr>
                <w:rFonts w:cs="Arial"/>
                <w:lang w:val="pl-PL"/>
              </w:rPr>
            </w:pPr>
            <w:r>
              <w:rPr>
                <w:rFonts w:cs="Arial"/>
                <w:lang w:val="pl-PL"/>
              </w:rPr>
              <w:t>[INA]</w:t>
            </w:r>
          </w:p>
        </w:tc>
      </w:tr>
      <w:tr w:rsidR="00F8051B" w:rsidRPr="00A246D9" w:rsidTr="00B73D71">
        <w:trPr>
          <w:cantSplit/>
          <w:trHeight w:val="280"/>
        </w:trPr>
        <w:tc>
          <w:tcPr>
            <w:tcW w:w="711" w:type="dxa"/>
          </w:tcPr>
          <w:p w:rsidR="00F8051B" w:rsidRPr="003828D8" w:rsidRDefault="00F8051B" w:rsidP="00F8051B">
            <w:pPr>
              <w:pStyle w:val="Tab-Text"/>
              <w:numPr>
                <w:ilvl w:val="0"/>
                <w:numId w:val="34"/>
              </w:numPr>
              <w:spacing w:before="40" w:after="40"/>
              <w:rPr>
                <w:rFonts w:cs="Arial"/>
                <w:lang w:val="pl-PL"/>
              </w:rPr>
            </w:pPr>
          </w:p>
        </w:tc>
        <w:tc>
          <w:tcPr>
            <w:tcW w:w="2976" w:type="dxa"/>
            <w:vAlign w:val="center"/>
          </w:tcPr>
          <w:p w:rsidR="00F8051B" w:rsidRPr="00A246D9" w:rsidRDefault="00F8051B" w:rsidP="00B73D71">
            <w:pPr>
              <w:pStyle w:val="Tab-Text"/>
              <w:spacing w:before="40" w:after="40"/>
              <w:rPr>
                <w:rFonts w:cs="Arial"/>
                <w:lang w:val="pl-PL"/>
              </w:rPr>
            </w:pPr>
            <w:r>
              <w:rPr>
                <w:rFonts w:cs="Arial"/>
                <w:lang w:val="pl-PL"/>
              </w:rPr>
              <w:t>…</w:t>
            </w:r>
          </w:p>
        </w:tc>
        <w:tc>
          <w:tcPr>
            <w:tcW w:w="4110" w:type="dxa"/>
          </w:tcPr>
          <w:p w:rsidR="00F8051B" w:rsidRDefault="00F8051B" w:rsidP="00B73D71">
            <w:pPr>
              <w:pStyle w:val="Tab-Text"/>
              <w:spacing w:before="40" w:after="40"/>
              <w:jc w:val="center"/>
              <w:rPr>
                <w:rFonts w:cs="Arial"/>
                <w:lang w:val="pl-PL"/>
              </w:rPr>
            </w:pPr>
          </w:p>
        </w:tc>
        <w:tc>
          <w:tcPr>
            <w:tcW w:w="1842" w:type="dxa"/>
          </w:tcPr>
          <w:p w:rsidR="00F8051B" w:rsidRPr="00A246D9" w:rsidRDefault="00F8051B" w:rsidP="00B73D71">
            <w:pPr>
              <w:pStyle w:val="Tab-Text"/>
              <w:spacing w:before="40" w:after="40"/>
              <w:jc w:val="center"/>
              <w:rPr>
                <w:rFonts w:cs="Arial"/>
                <w:lang w:val="pl-PL"/>
              </w:rPr>
            </w:pPr>
            <w:r>
              <w:rPr>
                <w:rFonts w:cs="Arial"/>
                <w:lang w:val="pl-PL"/>
              </w:rPr>
              <w:t>…</w:t>
            </w:r>
          </w:p>
        </w:tc>
      </w:tr>
    </w:tbl>
    <w:p w:rsidR="00F8051B" w:rsidRPr="00A246D9" w:rsidRDefault="00F8051B" w:rsidP="00F8051B">
      <w:pPr>
        <w:rPr>
          <w:rFonts w:cs="Arial"/>
          <w:b/>
          <w:sz w:val="22"/>
          <w:lang w:val="pl-PL"/>
        </w:rPr>
      </w:pPr>
    </w:p>
    <w:p w:rsidR="00F8051B" w:rsidRPr="00A246D9" w:rsidRDefault="00F8051B" w:rsidP="00F8051B">
      <w:pPr>
        <w:rPr>
          <w:rFonts w:cs="Arial"/>
          <w:b/>
          <w:sz w:val="22"/>
          <w:lang w:val="pl-PL"/>
        </w:rPr>
      </w:pPr>
      <w:r>
        <w:rPr>
          <w:rFonts w:cs="Arial"/>
          <w:b/>
          <w:sz w:val="22"/>
          <w:lang w:val="pl-PL"/>
        </w:rPr>
        <w:t>AGENDA</w:t>
      </w:r>
      <w:r w:rsidRPr="00A246D9">
        <w:rPr>
          <w:rFonts w:cs="Arial"/>
          <w:b/>
          <w:sz w:val="22"/>
          <w:lang w:val="pl-PL"/>
        </w:rPr>
        <w:t xml:space="preserve"> </w:t>
      </w:r>
      <w:r>
        <w:rPr>
          <w:rFonts w:cs="Arial"/>
          <w:b/>
          <w:sz w:val="22"/>
          <w:lang w:val="pl-PL"/>
        </w:rPr>
        <w:t>SPOTKANIA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8928"/>
      </w:tblGrid>
      <w:tr w:rsidR="00F8051B" w:rsidRPr="00A246D9" w:rsidTr="00B73D71">
        <w:trPr>
          <w:cantSplit/>
          <w:trHeight w:val="280"/>
        </w:trPr>
        <w:tc>
          <w:tcPr>
            <w:tcW w:w="711" w:type="dxa"/>
            <w:shd w:val="pct12" w:color="auto" w:fill="FFFFFF"/>
          </w:tcPr>
          <w:p w:rsidR="00F8051B" w:rsidRPr="00A246D9" w:rsidRDefault="00F8051B" w:rsidP="00B73D71">
            <w:pPr>
              <w:pStyle w:val="Tab-Text"/>
              <w:spacing w:before="40" w:after="40"/>
              <w:jc w:val="center"/>
              <w:rPr>
                <w:rFonts w:cs="Arial"/>
                <w:b/>
                <w:sz w:val="22"/>
                <w:lang w:val="pl-PL"/>
              </w:rPr>
            </w:pPr>
            <w:r w:rsidRPr="00A246D9">
              <w:rPr>
                <w:rFonts w:cs="Arial"/>
                <w:b/>
                <w:sz w:val="22"/>
                <w:lang w:val="pl-PL"/>
              </w:rPr>
              <w:t>L.</w:t>
            </w:r>
            <w:proofErr w:type="gramStart"/>
            <w:r w:rsidRPr="00A246D9">
              <w:rPr>
                <w:rFonts w:cs="Arial"/>
                <w:b/>
                <w:sz w:val="22"/>
                <w:lang w:val="pl-PL"/>
              </w:rPr>
              <w:t>p</w:t>
            </w:r>
            <w:proofErr w:type="gramEnd"/>
            <w:r w:rsidRPr="00A246D9">
              <w:rPr>
                <w:rFonts w:cs="Arial"/>
                <w:b/>
                <w:sz w:val="22"/>
                <w:lang w:val="pl-PL"/>
              </w:rPr>
              <w:t>.</w:t>
            </w:r>
          </w:p>
        </w:tc>
        <w:tc>
          <w:tcPr>
            <w:tcW w:w="8928" w:type="dxa"/>
            <w:shd w:val="pct12" w:color="auto" w:fill="FFFFFF"/>
            <w:vAlign w:val="center"/>
          </w:tcPr>
          <w:p w:rsidR="00F8051B" w:rsidRPr="00A246D9" w:rsidRDefault="00F8051B" w:rsidP="00B73D71">
            <w:pPr>
              <w:pStyle w:val="Tab-Text"/>
              <w:spacing w:before="40" w:after="40"/>
              <w:jc w:val="center"/>
              <w:rPr>
                <w:rFonts w:cs="Arial"/>
                <w:sz w:val="22"/>
                <w:lang w:val="pl-PL"/>
              </w:rPr>
            </w:pPr>
            <w:r>
              <w:rPr>
                <w:rFonts w:cs="Arial"/>
                <w:b/>
                <w:sz w:val="22"/>
                <w:lang w:val="pl-PL"/>
              </w:rPr>
              <w:t>Temat</w:t>
            </w:r>
          </w:p>
        </w:tc>
      </w:tr>
      <w:tr w:rsidR="00F8051B" w:rsidRPr="00A246D9" w:rsidTr="00B73D71">
        <w:trPr>
          <w:cantSplit/>
          <w:trHeight w:val="280"/>
        </w:trPr>
        <w:tc>
          <w:tcPr>
            <w:tcW w:w="711" w:type="dxa"/>
          </w:tcPr>
          <w:p w:rsidR="00F8051B" w:rsidRPr="00A246D9" w:rsidRDefault="00F8051B" w:rsidP="00F8051B">
            <w:pPr>
              <w:pStyle w:val="Tab-Text"/>
              <w:numPr>
                <w:ilvl w:val="0"/>
                <w:numId w:val="36"/>
              </w:numPr>
              <w:spacing w:before="40" w:after="40"/>
              <w:rPr>
                <w:rFonts w:cs="Arial"/>
                <w:lang w:val="pl-PL"/>
              </w:rPr>
            </w:pPr>
          </w:p>
        </w:tc>
        <w:tc>
          <w:tcPr>
            <w:tcW w:w="8928" w:type="dxa"/>
            <w:vAlign w:val="center"/>
          </w:tcPr>
          <w:p w:rsidR="00F8051B" w:rsidRPr="00A246D9" w:rsidRDefault="00F8051B" w:rsidP="00B73D71">
            <w:pPr>
              <w:pStyle w:val="Tab-Text"/>
              <w:spacing w:before="40" w:after="40"/>
              <w:rPr>
                <w:rFonts w:cs="Arial"/>
                <w:lang w:val="pl-PL"/>
              </w:rPr>
            </w:pPr>
            <w:r>
              <w:rPr>
                <w:rFonts w:cs="Arial"/>
                <w:lang w:val="pl-PL"/>
              </w:rPr>
              <w:t>…</w:t>
            </w:r>
          </w:p>
        </w:tc>
      </w:tr>
      <w:tr w:rsidR="00F8051B" w:rsidRPr="00A246D9" w:rsidTr="00B73D71">
        <w:trPr>
          <w:cantSplit/>
          <w:trHeight w:val="280"/>
        </w:trPr>
        <w:tc>
          <w:tcPr>
            <w:tcW w:w="711" w:type="dxa"/>
          </w:tcPr>
          <w:p w:rsidR="00F8051B" w:rsidRPr="00A246D9" w:rsidRDefault="00F8051B" w:rsidP="00F8051B">
            <w:pPr>
              <w:pStyle w:val="Tab-Text"/>
              <w:numPr>
                <w:ilvl w:val="0"/>
                <w:numId w:val="36"/>
              </w:numPr>
              <w:spacing w:before="40" w:after="40"/>
              <w:rPr>
                <w:rFonts w:cs="Arial"/>
                <w:lang w:val="pl-PL"/>
              </w:rPr>
            </w:pPr>
          </w:p>
        </w:tc>
        <w:tc>
          <w:tcPr>
            <w:tcW w:w="8928" w:type="dxa"/>
            <w:vAlign w:val="center"/>
          </w:tcPr>
          <w:p w:rsidR="00F8051B" w:rsidRPr="00A246D9" w:rsidRDefault="00F8051B" w:rsidP="00B73D71">
            <w:pPr>
              <w:pStyle w:val="Tab-Text"/>
              <w:spacing w:before="40" w:after="40"/>
              <w:rPr>
                <w:rFonts w:cs="Arial"/>
                <w:lang w:val="pl-PL"/>
              </w:rPr>
            </w:pPr>
            <w:r>
              <w:rPr>
                <w:rFonts w:cs="Arial"/>
                <w:lang w:val="pl-PL"/>
              </w:rPr>
              <w:t>…</w:t>
            </w:r>
          </w:p>
        </w:tc>
      </w:tr>
      <w:tr w:rsidR="00F8051B" w:rsidRPr="00A246D9" w:rsidTr="00B73D71">
        <w:trPr>
          <w:cantSplit/>
          <w:trHeight w:val="280"/>
        </w:trPr>
        <w:tc>
          <w:tcPr>
            <w:tcW w:w="711" w:type="dxa"/>
          </w:tcPr>
          <w:p w:rsidR="00F8051B" w:rsidRPr="00A246D9" w:rsidRDefault="00F8051B" w:rsidP="00F8051B">
            <w:pPr>
              <w:pStyle w:val="Tab-Text"/>
              <w:numPr>
                <w:ilvl w:val="0"/>
                <w:numId w:val="36"/>
              </w:numPr>
              <w:spacing w:before="40" w:after="40"/>
              <w:rPr>
                <w:rFonts w:cs="Arial"/>
                <w:lang w:val="pl-PL"/>
              </w:rPr>
            </w:pPr>
          </w:p>
        </w:tc>
        <w:tc>
          <w:tcPr>
            <w:tcW w:w="8928" w:type="dxa"/>
            <w:vAlign w:val="center"/>
          </w:tcPr>
          <w:p w:rsidR="00F8051B" w:rsidRPr="00A246D9" w:rsidRDefault="00F8051B" w:rsidP="00B73D71">
            <w:pPr>
              <w:pStyle w:val="Tab-Text"/>
              <w:spacing w:before="40" w:after="40"/>
              <w:rPr>
                <w:rFonts w:cs="Arial"/>
                <w:lang w:val="pl-PL"/>
              </w:rPr>
            </w:pPr>
            <w:r>
              <w:rPr>
                <w:rFonts w:cs="Arial"/>
                <w:lang w:val="pl-PL"/>
              </w:rPr>
              <w:t>…</w:t>
            </w:r>
          </w:p>
        </w:tc>
      </w:tr>
    </w:tbl>
    <w:p w:rsidR="00F8051B" w:rsidRPr="00A246D9" w:rsidRDefault="00F8051B" w:rsidP="00F8051B">
      <w:pPr>
        <w:pStyle w:val="Header"/>
        <w:keepNext/>
        <w:keepLines/>
        <w:tabs>
          <w:tab w:val="clear" w:pos="4536"/>
          <w:tab w:val="clear" w:pos="9072"/>
        </w:tabs>
        <w:rPr>
          <w:rFonts w:cs="Arial"/>
          <w:lang w:val="pl-PL"/>
        </w:rPr>
      </w:pPr>
    </w:p>
    <w:p w:rsidR="00D246F2" w:rsidRPr="008C1D59" w:rsidRDefault="00D246F2" w:rsidP="00D246F2">
      <w:pPr>
        <w:spacing w:line="360" w:lineRule="auto"/>
        <w:rPr>
          <w:rFonts w:cs="Arial"/>
          <w:sz w:val="28"/>
          <w:szCs w:val="28"/>
        </w:rPr>
      </w:pPr>
    </w:p>
    <w:p w:rsidR="00D246F2" w:rsidRPr="008C1D59" w:rsidRDefault="00D246F2" w:rsidP="00D246F2">
      <w:pPr>
        <w:spacing w:line="360" w:lineRule="auto"/>
        <w:rPr>
          <w:rFonts w:cs="Arial"/>
          <w:sz w:val="28"/>
          <w:szCs w:val="28"/>
        </w:rPr>
      </w:pPr>
    </w:p>
    <w:p w:rsidR="00FC50FC" w:rsidRPr="00A246D9" w:rsidRDefault="00FC50FC" w:rsidP="00DA7DD7">
      <w:pPr>
        <w:rPr>
          <w:lang w:val="pl-PL"/>
        </w:rPr>
      </w:pPr>
    </w:p>
    <w:sectPr w:rsidR="00FC50FC" w:rsidRPr="00A246D9"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766" w:rsidRDefault="00E77766">
      <w:r>
        <w:separator/>
      </w:r>
    </w:p>
  </w:endnote>
  <w:endnote w:type="continuationSeparator" w:id="0">
    <w:p w:rsidR="00E77766" w:rsidRDefault="00E7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5053"/>
      <w:gridCol w:w="3986"/>
    </w:tblGrid>
    <w:tr w:rsidR="00A56406" w:rsidTr="00F0073B">
      <w:tc>
        <w:tcPr>
          <w:tcW w:w="5053" w:type="dxa"/>
        </w:tcPr>
        <w:p w:rsidR="00A56406" w:rsidRPr="003F5902" w:rsidRDefault="00A56406" w:rsidP="00F0073B">
          <w:pPr>
            <w:overflowPunct/>
            <w:autoSpaceDE/>
            <w:autoSpaceDN/>
            <w:adjustRightInd/>
            <w:textAlignment w:val="auto"/>
            <w:rPr>
              <w:rFonts w:cs="Arial"/>
              <w:bCs/>
              <w:snapToGrid w:val="0"/>
              <w:sz w:val="16"/>
              <w:szCs w:val="16"/>
              <w:lang w:val="de-DE"/>
            </w:rPr>
          </w:pPr>
        </w:p>
      </w:tc>
      <w:tc>
        <w:tcPr>
          <w:tcW w:w="3986" w:type="dxa"/>
        </w:tcPr>
        <w:p w:rsidR="00A56406" w:rsidRPr="003F5902" w:rsidRDefault="003F5902" w:rsidP="003F5902">
          <w:pPr>
            <w:pStyle w:val="Footer"/>
            <w:ind w:right="29" w:firstLine="2602"/>
            <w:rPr>
              <w:rFonts w:cs="Arial"/>
              <w:bCs/>
              <w:snapToGrid w:val="0"/>
            </w:rPr>
          </w:pPr>
          <w:proofErr w:type="spellStart"/>
          <w:r w:rsidRPr="003F5902">
            <w:rPr>
              <w:rFonts w:cs="Arial"/>
              <w:bCs/>
              <w:sz w:val="16"/>
              <w:lang w:val="en-US"/>
            </w:rPr>
            <w:t>Strona</w:t>
          </w:r>
          <w:proofErr w:type="spellEnd"/>
          <w:r w:rsidR="00A56406" w:rsidRPr="003F5902">
            <w:rPr>
              <w:rFonts w:cs="Arial"/>
              <w:bCs/>
              <w:sz w:val="16"/>
              <w:lang w:val="en-US"/>
            </w:rPr>
            <w:t xml:space="preserve"> </w:t>
          </w:r>
          <w:r w:rsidR="00BE3389" w:rsidRPr="003F5902">
            <w:rPr>
              <w:rFonts w:cs="Arial"/>
              <w:bCs/>
              <w:sz w:val="16"/>
              <w:lang w:val="en-US"/>
            </w:rPr>
            <w:fldChar w:fldCharType="begin"/>
          </w:r>
          <w:r w:rsidR="00A56406" w:rsidRPr="003F5902">
            <w:rPr>
              <w:rFonts w:cs="Arial"/>
              <w:bCs/>
              <w:sz w:val="16"/>
              <w:lang w:val="en-US"/>
            </w:rPr>
            <w:instrText xml:space="preserve"> PAGE </w:instrText>
          </w:r>
          <w:r w:rsidR="00BE3389" w:rsidRPr="003F5902">
            <w:rPr>
              <w:rFonts w:cs="Arial"/>
              <w:bCs/>
              <w:sz w:val="16"/>
              <w:lang w:val="en-US"/>
            </w:rPr>
            <w:fldChar w:fldCharType="separate"/>
          </w:r>
          <w:r w:rsidR="003A75FA">
            <w:rPr>
              <w:rFonts w:cs="Arial"/>
              <w:bCs/>
              <w:noProof/>
              <w:sz w:val="16"/>
              <w:lang w:val="en-US"/>
            </w:rPr>
            <w:t>1</w:t>
          </w:r>
          <w:r w:rsidR="00BE3389" w:rsidRPr="003F5902">
            <w:rPr>
              <w:rFonts w:cs="Arial"/>
              <w:bCs/>
              <w:sz w:val="16"/>
              <w:lang w:val="en-US"/>
            </w:rPr>
            <w:fldChar w:fldCharType="end"/>
          </w:r>
          <w:r w:rsidR="00A56406" w:rsidRPr="003F5902">
            <w:rPr>
              <w:rFonts w:cs="Arial"/>
              <w:bCs/>
              <w:sz w:val="16"/>
              <w:lang w:val="en-US"/>
            </w:rPr>
            <w:t xml:space="preserve"> </w:t>
          </w:r>
          <w:r w:rsidRPr="003F5902">
            <w:rPr>
              <w:rFonts w:cs="Arial"/>
              <w:bCs/>
              <w:sz w:val="16"/>
              <w:lang w:val="en-US"/>
            </w:rPr>
            <w:t>z</w:t>
          </w:r>
          <w:r w:rsidR="00A56406" w:rsidRPr="003F5902">
            <w:rPr>
              <w:rFonts w:cs="Arial"/>
              <w:bCs/>
              <w:sz w:val="16"/>
              <w:lang w:val="en-US"/>
            </w:rPr>
            <w:t xml:space="preserve"> </w:t>
          </w:r>
          <w:r w:rsidR="003A75FA">
            <w:fldChar w:fldCharType="begin"/>
          </w:r>
          <w:r w:rsidR="003A75FA">
            <w:instrText xml:space="preserve"> NUMPAGES  \* MERGEFORMAT </w:instrText>
          </w:r>
          <w:r w:rsidR="003A75FA">
            <w:fldChar w:fldCharType="separate"/>
          </w:r>
          <w:r w:rsidR="003A75FA" w:rsidRPr="003A75FA">
            <w:rPr>
              <w:rFonts w:cs="Arial"/>
              <w:bCs/>
              <w:noProof/>
              <w:sz w:val="16"/>
            </w:rPr>
            <w:t>1</w:t>
          </w:r>
          <w:r w:rsidR="003A75FA">
            <w:rPr>
              <w:rFonts w:cs="Arial"/>
              <w:bCs/>
              <w:noProof/>
              <w:sz w:val="16"/>
            </w:rPr>
            <w:fldChar w:fldCharType="end"/>
          </w:r>
          <w:r w:rsidR="00A56406" w:rsidRPr="003F5902">
            <w:rPr>
              <w:rFonts w:cs="Arial"/>
              <w:bCs/>
              <w:snapToGrid w:val="0"/>
              <w:sz w:val="16"/>
            </w:rPr>
            <w:tab/>
          </w:r>
        </w:p>
      </w:tc>
    </w:tr>
    <w:tr w:rsidR="00F0073B" w:rsidTr="00F0073B">
      <w:tc>
        <w:tcPr>
          <w:tcW w:w="9039" w:type="dxa"/>
          <w:gridSpan w:val="2"/>
        </w:tcPr>
        <w:p w:rsidR="00D9373F" w:rsidRPr="00D9373F" w:rsidRDefault="00D9373F" w:rsidP="00D9373F">
          <w:pPr>
            <w:pStyle w:val="Footer"/>
            <w:jc w:val="center"/>
            <w:rPr>
              <w:rFonts w:ascii="Times New Roman" w:hAnsi="Times New Roman"/>
              <w:sz w:val="18"/>
              <w:szCs w:val="18"/>
              <w:lang w:val="pl-PL"/>
            </w:rPr>
          </w:pPr>
          <w:r w:rsidRPr="00D9373F">
            <w:rPr>
              <w:rFonts w:ascii="Times New Roman" w:hAnsi="Times New Roman"/>
              <w:sz w:val="18"/>
              <w:szCs w:val="18"/>
              <w:lang w:val="pl-PL"/>
            </w:rPr>
            <w:t>Projekt współfinansowany przez Unię Europejską ze środków</w:t>
          </w:r>
        </w:p>
        <w:p w:rsidR="00F0073B" w:rsidRPr="00D9373F" w:rsidRDefault="00D9373F" w:rsidP="00D9373F">
          <w:pPr>
            <w:pStyle w:val="Footer"/>
            <w:jc w:val="center"/>
            <w:rPr>
              <w:szCs w:val="18"/>
            </w:rPr>
          </w:pPr>
          <w:proofErr w:type="spellStart"/>
          <w:r w:rsidRPr="00D9373F">
            <w:rPr>
              <w:rFonts w:ascii="Times New Roman" w:hAnsi="Times New Roman"/>
              <w:sz w:val="18"/>
              <w:szCs w:val="18"/>
            </w:rPr>
            <w:t>Programu</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Operacyjnego</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Pomoc</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Techniczna</w:t>
          </w:r>
          <w:proofErr w:type="spellEnd"/>
          <w:r w:rsidRPr="00D9373F">
            <w:rPr>
              <w:rFonts w:ascii="Times New Roman" w:hAnsi="Times New Roman"/>
              <w:sz w:val="18"/>
              <w:szCs w:val="18"/>
            </w:rPr>
            <w:t xml:space="preserve"> 2007-2013</w:t>
          </w:r>
        </w:p>
      </w:tc>
    </w:tr>
  </w:tbl>
  <w:p w:rsidR="00A56406" w:rsidRDefault="00A56406" w:rsidP="00D9373F">
    <w:pPr>
      <w:pStyle w:val="Footer"/>
      <w:tabs>
        <w:tab w:val="left" w:pos="7170"/>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766" w:rsidRDefault="00E77766">
      <w:r>
        <w:separator/>
      </w:r>
    </w:p>
  </w:footnote>
  <w:footnote w:type="continuationSeparator" w:id="0">
    <w:p w:rsidR="00E77766" w:rsidRDefault="00E77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285" w:type="dxa"/>
      <w:tblLayout w:type="fixed"/>
      <w:tblLook w:val="04A0" w:firstRow="1" w:lastRow="0" w:firstColumn="1" w:lastColumn="0" w:noHBand="0" w:noVBand="1"/>
    </w:tblPr>
    <w:tblGrid>
      <w:gridCol w:w="10098"/>
      <w:gridCol w:w="10098"/>
      <w:gridCol w:w="1089"/>
    </w:tblGrid>
    <w:tr w:rsidR="00B03159" w:rsidTr="005B5013">
      <w:trPr>
        <w:trHeight w:val="1142"/>
      </w:trPr>
      <w:tc>
        <w:tcPr>
          <w:tcW w:w="10098" w:type="dxa"/>
          <w:vAlign w:val="center"/>
        </w:tcPr>
        <w:tbl>
          <w:tblPr>
            <w:tblW w:w="9625" w:type="dxa"/>
            <w:tblLayout w:type="fixed"/>
            <w:tblLook w:val="04A0" w:firstRow="1" w:lastRow="0" w:firstColumn="1" w:lastColumn="0" w:noHBand="0" w:noVBand="1"/>
          </w:tblPr>
          <w:tblGrid>
            <w:gridCol w:w="3208"/>
            <w:gridCol w:w="3208"/>
            <w:gridCol w:w="3209"/>
          </w:tblGrid>
          <w:tr w:rsidR="00B03159" w:rsidRPr="008C5D12" w:rsidTr="00777663">
            <w:trPr>
              <w:trHeight w:val="1296"/>
            </w:trPr>
            <w:tc>
              <w:tcPr>
                <w:tcW w:w="1666" w:type="pct"/>
                <w:vAlign w:val="center"/>
              </w:tcPr>
              <w:p w:rsidR="00B03159" w:rsidRPr="008C5D12" w:rsidRDefault="00B03159" w:rsidP="00777663">
                <w:pPr>
                  <w:jc w:val="center"/>
                </w:pPr>
                <w:r>
                  <w:object w:dxaOrig="1038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55.5pt" o:ole="">
                      <v:imagedata r:id="rId1" o:title=""/>
                    </v:shape>
                    <o:OLEObject Type="Embed" ProgID="PBrush" ShapeID="_x0000_i1025" DrawAspect="Content" ObjectID="_1478081257" r:id="rId2"/>
                  </w:object>
                </w:r>
              </w:p>
            </w:tc>
            <w:tc>
              <w:tcPr>
                <w:tcW w:w="1666" w:type="pct"/>
              </w:tcPr>
              <w:p w:rsidR="00B03159" w:rsidRPr="008C5D12" w:rsidRDefault="00B03159" w:rsidP="00777663">
                <w:pPr>
                  <w:jc w:val="center"/>
                </w:pPr>
                <w:r w:rsidRPr="00C34C02">
                  <w:rPr>
                    <w:noProof/>
                    <w:lang w:val="pl-PL" w:eastAsia="pl-PL"/>
                  </w:rPr>
                  <w:drawing>
                    <wp:anchor distT="0" distB="0" distL="114300" distR="114300" simplePos="0" relativeHeight="251659264" behindDoc="1" locked="0" layoutInCell="1" allowOverlap="1">
                      <wp:simplePos x="0" y="0"/>
                      <wp:positionH relativeFrom="column">
                        <wp:posOffset>300470</wp:posOffset>
                      </wp:positionH>
                      <wp:positionV relativeFrom="paragraph">
                        <wp:posOffset>185016</wp:posOffset>
                      </wp:positionV>
                      <wp:extent cx="1165514" cy="450273"/>
                      <wp:effectExtent l="19050" t="0" r="0" b="0"/>
                      <wp:wrapNone/>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GW_logo_poziom_RGB.png"/>
                              <pic:cNvPicPr/>
                            </pic:nvPicPr>
                            <pic:blipFill rotWithShape="1">
                              <a:blip r:embed="rId3" cstate="print">
                                <a:extLst>
                                  <a:ext uri="{28A0092B-C50C-407E-A947-70E740481C1C}">
                                    <a14:useLocalDpi xmlns:a14="http://schemas.microsoft.com/office/drawing/2010/main" val="0"/>
                                  </a:ext>
                                </a:extLst>
                              </a:blip>
                              <a:srcRect t="32663" b="28643"/>
                              <a:stretch/>
                            </pic:blipFill>
                            <pic:spPr bwMode="auto">
                              <a:xfrm>
                                <a:off x="0" y="0"/>
                                <a:ext cx="1165514" cy="450273"/>
                              </a:xfrm>
                              <a:prstGeom prst="rect">
                                <a:avLst/>
                              </a:prstGeom>
                              <a:ln>
                                <a:noFill/>
                              </a:ln>
                              <a:extLst>
                                <a:ext uri="{53640926-AAD7-44D8-BBD7-CCE9431645EC}">
                                  <a14:shadowObscured xmlns:a14="http://schemas.microsoft.com/office/drawing/2010/main"/>
                                </a:ext>
                              </a:extLst>
                            </pic:spPr>
                          </pic:pic>
                        </a:graphicData>
                      </a:graphic>
                    </wp:anchor>
                  </w:drawing>
                </w:r>
              </w:p>
            </w:tc>
            <w:tc>
              <w:tcPr>
                <w:tcW w:w="1667" w:type="pct"/>
                <w:vAlign w:val="center"/>
              </w:tcPr>
              <w:p w:rsidR="00B03159" w:rsidRDefault="00B03159" w:rsidP="00777663">
                <w:pPr>
                  <w:jc w:val="center"/>
                  <w:rPr>
                    <w:noProof/>
                    <w:lang w:eastAsia="pl-PL"/>
                  </w:rPr>
                </w:pPr>
                <w:r w:rsidRPr="001C4DDC">
                  <w:rPr>
                    <w:noProof/>
                    <w:lang w:val="pl-PL" w:eastAsia="pl-PL"/>
                  </w:rPr>
                  <w:drawing>
                    <wp:inline distT="0" distB="0" distL="0" distR="0">
                      <wp:extent cx="1765300" cy="595630"/>
                      <wp:effectExtent l="19050" t="0" r="6350" b="0"/>
                      <wp:docPr id="7" name="Picture 20" descr="C:\Users\akacperczyk\AppData\Local\Temp\wz371e\UE+EFRR_L-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kacperczyk\AppData\Local\Temp\wz371e\UE+EFRR_L-kolor.jpg"/>
                              <pic:cNvPicPr>
                                <a:picLocks noChangeAspect="1" noChangeArrowheads="1"/>
                              </pic:cNvPicPr>
                            </pic:nvPicPr>
                            <pic:blipFill>
                              <a:blip r:embed="rId4"/>
                              <a:srcRect/>
                              <a:stretch>
                                <a:fillRect/>
                              </a:stretch>
                            </pic:blipFill>
                            <pic:spPr bwMode="auto">
                              <a:xfrm>
                                <a:off x="0" y="0"/>
                                <a:ext cx="1765300" cy="595630"/>
                              </a:xfrm>
                              <a:prstGeom prst="rect">
                                <a:avLst/>
                              </a:prstGeom>
                              <a:noFill/>
                              <a:ln w="9525">
                                <a:noFill/>
                                <a:miter lim="800000"/>
                                <a:headEnd/>
                                <a:tailEnd/>
                              </a:ln>
                            </pic:spPr>
                          </pic:pic>
                        </a:graphicData>
                      </a:graphic>
                    </wp:inline>
                  </w:drawing>
                </w:r>
              </w:p>
            </w:tc>
          </w:tr>
        </w:tbl>
        <w:p w:rsidR="00B03159" w:rsidRDefault="00B03159" w:rsidP="00777663"/>
      </w:tc>
      <w:tc>
        <w:tcPr>
          <w:tcW w:w="10098" w:type="dxa"/>
          <w:vAlign w:val="center"/>
        </w:tcPr>
        <w:p w:rsidR="00B03159" w:rsidRDefault="00B03159" w:rsidP="00EE4EB3"/>
      </w:tc>
      <w:tc>
        <w:tcPr>
          <w:tcW w:w="1089" w:type="dxa"/>
          <w:vAlign w:val="center"/>
        </w:tcPr>
        <w:p w:rsidR="00B03159" w:rsidRDefault="00B03159" w:rsidP="00EE4EB3">
          <w:pPr>
            <w:jc w:val="right"/>
          </w:pPr>
        </w:p>
      </w:tc>
    </w:tr>
  </w:tbl>
  <w:p w:rsidR="00F0073B" w:rsidRDefault="00F0073B" w:rsidP="00F0073B">
    <w:pPr>
      <w:pStyle w:val="Header"/>
      <w:tabs>
        <w:tab w:val="clear" w:pos="4536"/>
        <w:tab w:val="clear" w:pos="9072"/>
      </w:tabs>
      <w:ind w:right="284"/>
      <w:jc w:val="right"/>
      <w:rPr>
        <w:rFonts w:ascii="Times New Roman" w:hAnsi="Times New Roman"/>
        <w:i/>
        <w:iCs/>
        <w:sz w:val="18"/>
        <w:szCs w:val="18"/>
        <w:lang w:val="pl-PL"/>
      </w:rPr>
    </w:pPr>
  </w:p>
  <w:p w:rsidR="00CB71EE" w:rsidRPr="00F0073B" w:rsidRDefault="00F0073B" w:rsidP="00F0073B">
    <w:pPr>
      <w:pStyle w:val="Header"/>
      <w:tabs>
        <w:tab w:val="clear" w:pos="4536"/>
        <w:tab w:val="clear" w:pos="9072"/>
      </w:tabs>
      <w:ind w:right="284"/>
      <w:jc w:val="right"/>
      <w:rPr>
        <w:rFonts w:ascii="Times New Roman" w:hAnsi="Times New Roman"/>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A56406" w:rsidRPr="00F0073B" w:rsidRDefault="00A56406" w:rsidP="00457890">
    <w:pPr>
      <w:pStyle w:val="Header"/>
      <w:tabs>
        <w:tab w:val="clear" w:pos="4536"/>
        <w:tab w:val="clear" w:pos="9072"/>
      </w:tabs>
      <w:ind w:right="284"/>
      <w:jc w:val="center"/>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738E664"/>
    <w:lvl w:ilvl="0">
      <w:start w:val="1"/>
      <w:numFmt w:val="decimal"/>
      <w:lvlText w:val="%1."/>
      <w:lvlJc w:val="left"/>
      <w:pPr>
        <w:tabs>
          <w:tab w:val="num" w:pos="1492"/>
        </w:tabs>
        <w:ind w:left="1492" w:hanging="360"/>
      </w:pPr>
    </w:lvl>
  </w:abstractNum>
  <w:abstractNum w:abstractNumId="1">
    <w:nsid w:val="FFFFFF7D"/>
    <w:multiLevelType w:val="singleLevel"/>
    <w:tmpl w:val="F2FC5C26"/>
    <w:lvl w:ilvl="0">
      <w:start w:val="1"/>
      <w:numFmt w:val="decimal"/>
      <w:lvlText w:val="%1."/>
      <w:lvlJc w:val="left"/>
      <w:pPr>
        <w:tabs>
          <w:tab w:val="num" w:pos="1209"/>
        </w:tabs>
        <w:ind w:left="1209" w:hanging="360"/>
      </w:pPr>
    </w:lvl>
  </w:abstractNum>
  <w:abstractNum w:abstractNumId="2">
    <w:nsid w:val="FFFFFF7E"/>
    <w:multiLevelType w:val="singleLevel"/>
    <w:tmpl w:val="2EB423CE"/>
    <w:lvl w:ilvl="0">
      <w:start w:val="1"/>
      <w:numFmt w:val="decimal"/>
      <w:lvlText w:val="%1."/>
      <w:lvlJc w:val="left"/>
      <w:pPr>
        <w:tabs>
          <w:tab w:val="num" w:pos="926"/>
        </w:tabs>
        <w:ind w:left="926" w:hanging="360"/>
      </w:pPr>
    </w:lvl>
  </w:abstractNum>
  <w:abstractNum w:abstractNumId="3">
    <w:nsid w:val="FFFFFF7F"/>
    <w:multiLevelType w:val="singleLevel"/>
    <w:tmpl w:val="B210BE96"/>
    <w:lvl w:ilvl="0">
      <w:start w:val="1"/>
      <w:numFmt w:val="decimal"/>
      <w:lvlText w:val="%1."/>
      <w:lvlJc w:val="left"/>
      <w:pPr>
        <w:tabs>
          <w:tab w:val="num" w:pos="643"/>
        </w:tabs>
        <w:ind w:left="643" w:hanging="360"/>
      </w:pPr>
    </w:lvl>
  </w:abstractNum>
  <w:abstractNum w:abstractNumId="4">
    <w:nsid w:val="FFFFFF80"/>
    <w:multiLevelType w:val="singleLevel"/>
    <w:tmpl w:val="AF944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9E9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7">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8">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9">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1">
    <w:nsid w:val="02814E1C"/>
    <w:multiLevelType w:val="multilevel"/>
    <w:tmpl w:val="C4F2E99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0678552C"/>
    <w:multiLevelType w:val="multilevel"/>
    <w:tmpl w:val="7F60E2A4"/>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9756FB6"/>
    <w:multiLevelType w:val="singleLevel"/>
    <w:tmpl w:val="3D705C30"/>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B583467"/>
    <w:multiLevelType w:val="hybridMultilevel"/>
    <w:tmpl w:val="3A3EA71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B5714F"/>
    <w:multiLevelType w:val="singleLevel"/>
    <w:tmpl w:val="8A9E628E"/>
    <w:lvl w:ilvl="0">
      <w:start w:val="1"/>
      <w:numFmt w:val="bullet"/>
      <w:lvlText w:val=""/>
      <w:lvlJc w:val="left"/>
      <w:pPr>
        <w:tabs>
          <w:tab w:val="num" w:pos="340"/>
        </w:tabs>
        <w:ind w:left="340" w:hanging="340"/>
      </w:pPr>
      <w:rPr>
        <w:rFonts w:ascii="Symbol" w:hAnsi="Symbol" w:hint="default"/>
        <w:color w:val="auto"/>
        <w:sz w:val="22"/>
      </w:rPr>
    </w:lvl>
  </w:abstractNum>
  <w:abstractNum w:abstractNumId="16">
    <w:nsid w:val="1EB66C60"/>
    <w:multiLevelType w:val="multilevel"/>
    <w:tmpl w:val="A796AFE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1F0D6657"/>
    <w:multiLevelType w:val="hybridMultilevel"/>
    <w:tmpl w:val="24B48764"/>
    <w:lvl w:ilvl="0" w:tplc="820464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F4426C"/>
    <w:multiLevelType w:val="singleLevel"/>
    <w:tmpl w:val="4BF67BA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184486A"/>
    <w:multiLevelType w:val="hybridMultilevel"/>
    <w:tmpl w:val="43163372"/>
    <w:lvl w:ilvl="0" w:tplc="ACD0451A">
      <w:start w:val="1"/>
      <w:numFmt w:val="decimal"/>
      <w:lvlText w:val="%1."/>
      <w:lvlJc w:val="left"/>
      <w:pPr>
        <w:ind w:left="567" w:hanging="397"/>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38803F4C"/>
    <w:multiLevelType w:val="singleLevel"/>
    <w:tmpl w:val="F1CCB42E"/>
    <w:lvl w:ilvl="0">
      <w:start w:val="1"/>
      <w:numFmt w:val="bullet"/>
      <w:lvlText w:val="-"/>
      <w:lvlJc w:val="left"/>
      <w:pPr>
        <w:tabs>
          <w:tab w:val="num" w:pos="360"/>
        </w:tabs>
        <w:ind w:left="360" w:hanging="360"/>
      </w:pPr>
      <w:rPr>
        <w:rFonts w:ascii="Times New Roman" w:hAnsi="Times New Roman" w:hint="default"/>
      </w:rPr>
    </w:lvl>
  </w:abstractNum>
  <w:abstractNum w:abstractNumId="22">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nsid w:val="3A6F7A74"/>
    <w:multiLevelType w:val="singleLevel"/>
    <w:tmpl w:val="8878D37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3E6A3BFC"/>
    <w:multiLevelType w:val="multilevel"/>
    <w:tmpl w:val="861669E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3F531E30"/>
    <w:multiLevelType w:val="hybridMultilevel"/>
    <w:tmpl w:val="7D7A3C9A"/>
    <w:lvl w:ilvl="0" w:tplc="65E0C84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821477"/>
    <w:multiLevelType w:val="hybridMultilevel"/>
    <w:tmpl w:val="C040072A"/>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7">
    <w:nsid w:val="44246468"/>
    <w:multiLevelType w:val="multilevel"/>
    <w:tmpl w:val="6676215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C022B09"/>
    <w:multiLevelType w:val="hybridMultilevel"/>
    <w:tmpl w:val="1E086106"/>
    <w:lvl w:ilvl="0" w:tplc="95265EE4">
      <w:start w:val="1"/>
      <w:numFmt w:val="decimal"/>
      <w:lvlRestart w:val="0"/>
      <w:lvlText w:val="%1."/>
      <w:lvlJc w:val="left"/>
      <w:pPr>
        <w:tabs>
          <w:tab w:val="num" w:pos="363"/>
        </w:tabs>
        <w:ind w:left="363" w:hanging="363"/>
      </w:pPr>
      <w:rPr>
        <w:rFonts w:ascii="Arial" w:hAnsi="Arial" w:cs="Arial" w:hint="default"/>
        <w:sz w:val="20"/>
        <w:szCs w:val="20"/>
      </w:rPr>
    </w:lvl>
    <w:lvl w:ilvl="1" w:tplc="04090019">
      <w:start w:val="1"/>
      <w:numFmt w:val="lowerLetter"/>
      <w:lvlText w:val="%2."/>
      <w:lvlJc w:val="left"/>
      <w:pPr>
        <w:tabs>
          <w:tab w:val="num" w:pos="1083"/>
        </w:tabs>
        <w:ind w:left="1083" w:hanging="360"/>
      </w:pPr>
    </w:lvl>
    <w:lvl w:ilvl="2" w:tplc="0409001B">
      <w:start w:val="1"/>
      <w:numFmt w:val="lowerRoman"/>
      <w:lvlText w:val="%3."/>
      <w:lvlJc w:val="right"/>
      <w:pPr>
        <w:tabs>
          <w:tab w:val="num" w:pos="1803"/>
        </w:tabs>
        <w:ind w:left="1803" w:hanging="180"/>
      </w:pPr>
    </w:lvl>
    <w:lvl w:ilvl="3" w:tplc="0409000F">
      <w:start w:val="1"/>
      <w:numFmt w:val="decimal"/>
      <w:lvlText w:val="%4."/>
      <w:lvlJc w:val="left"/>
      <w:pPr>
        <w:tabs>
          <w:tab w:val="num" w:pos="2523"/>
        </w:tabs>
        <w:ind w:left="2523" w:hanging="360"/>
      </w:pPr>
    </w:lvl>
    <w:lvl w:ilvl="4" w:tplc="04090019">
      <w:start w:val="1"/>
      <w:numFmt w:val="lowerLetter"/>
      <w:lvlText w:val="%5."/>
      <w:lvlJc w:val="left"/>
      <w:pPr>
        <w:tabs>
          <w:tab w:val="num" w:pos="3243"/>
        </w:tabs>
        <w:ind w:left="3243" w:hanging="360"/>
      </w:pPr>
    </w:lvl>
    <w:lvl w:ilvl="5" w:tplc="0409001B">
      <w:start w:val="1"/>
      <w:numFmt w:val="lowerRoman"/>
      <w:lvlText w:val="%6."/>
      <w:lvlJc w:val="right"/>
      <w:pPr>
        <w:tabs>
          <w:tab w:val="num" w:pos="3963"/>
        </w:tabs>
        <w:ind w:left="3963" w:hanging="180"/>
      </w:pPr>
    </w:lvl>
    <w:lvl w:ilvl="6" w:tplc="0409000F">
      <w:start w:val="1"/>
      <w:numFmt w:val="decimal"/>
      <w:lvlText w:val="%7."/>
      <w:lvlJc w:val="left"/>
      <w:pPr>
        <w:tabs>
          <w:tab w:val="num" w:pos="4683"/>
        </w:tabs>
        <w:ind w:left="4683" w:hanging="360"/>
      </w:pPr>
    </w:lvl>
    <w:lvl w:ilvl="7" w:tplc="04090019">
      <w:start w:val="1"/>
      <w:numFmt w:val="lowerLetter"/>
      <w:lvlText w:val="%8."/>
      <w:lvlJc w:val="left"/>
      <w:pPr>
        <w:tabs>
          <w:tab w:val="num" w:pos="5403"/>
        </w:tabs>
        <w:ind w:left="5403" w:hanging="360"/>
      </w:pPr>
    </w:lvl>
    <w:lvl w:ilvl="8" w:tplc="0409001B">
      <w:start w:val="1"/>
      <w:numFmt w:val="lowerRoman"/>
      <w:lvlText w:val="%9."/>
      <w:lvlJc w:val="right"/>
      <w:pPr>
        <w:tabs>
          <w:tab w:val="num" w:pos="6123"/>
        </w:tabs>
        <w:ind w:left="6123" w:hanging="180"/>
      </w:pPr>
    </w:lvl>
  </w:abstractNum>
  <w:abstractNum w:abstractNumId="30">
    <w:nsid w:val="556A1A9B"/>
    <w:multiLevelType w:val="hybridMultilevel"/>
    <w:tmpl w:val="DC7AEF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5BD7A1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094C19"/>
    <w:multiLevelType w:val="hybridMultilevel"/>
    <w:tmpl w:val="39C222AA"/>
    <w:lvl w:ilvl="0" w:tplc="CD4EB14C">
      <w:start w:val="1"/>
      <w:numFmt w:val="bullet"/>
      <w:lvlText w:val="●"/>
      <w:lvlJc w:val="left"/>
      <w:pPr>
        <w:tabs>
          <w:tab w:val="num" w:pos="1134"/>
        </w:tabs>
        <w:ind w:left="1134" w:hanging="397"/>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3D66E5"/>
    <w:multiLevelType w:val="singleLevel"/>
    <w:tmpl w:val="7568AB5E"/>
    <w:lvl w:ilvl="0">
      <w:start w:val="1"/>
      <w:numFmt w:val="bullet"/>
      <w:lvlText w:val=""/>
      <w:lvlJc w:val="left"/>
      <w:pPr>
        <w:tabs>
          <w:tab w:val="num" w:pos="340"/>
        </w:tabs>
        <w:ind w:left="340" w:hanging="340"/>
      </w:pPr>
      <w:rPr>
        <w:rFonts w:ascii="Symbol" w:hAnsi="Symbol" w:hint="default"/>
        <w:color w:val="auto"/>
        <w:sz w:val="22"/>
      </w:rPr>
    </w:lvl>
  </w:abstractNum>
  <w:abstractNum w:abstractNumId="34">
    <w:nsid w:val="5D2478D5"/>
    <w:multiLevelType w:val="singleLevel"/>
    <w:tmpl w:val="85C681E6"/>
    <w:lvl w:ilvl="0">
      <w:start w:val="1"/>
      <w:numFmt w:val="bullet"/>
      <w:lvlText w:val=""/>
      <w:lvlJc w:val="left"/>
      <w:pPr>
        <w:tabs>
          <w:tab w:val="num" w:pos="340"/>
        </w:tabs>
        <w:ind w:left="340" w:hanging="340"/>
      </w:pPr>
      <w:rPr>
        <w:rFonts w:ascii="Symbol" w:hAnsi="Symbol" w:hint="default"/>
        <w:color w:val="auto"/>
        <w:sz w:val="22"/>
      </w:rPr>
    </w:lvl>
  </w:abstractNum>
  <w:abstractNum w:abstractNumId="35">
    <w:nsid w:val="5DED0C4F"/>
    <w:multiLevelType w:val="hybridMultilevel"/>
    <w:tmpl w:val="D50E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6E42A1"/>
    <w:multiLevelType w:val="multilevel"/>
    <w:tmpl w:val="CF963F4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nsid w:val="65E7223C"/>
    <w:multiLevelType w:val="hybridMultilevel"/>
    <w:tmpl w:val="329C0584"/>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38">
    <w:nsid w:val="664A74CE"/>
    <w:multiLevelType w:val="multilevel"/>
    <w:tmpl w:val="9C04C670"/>
    <w:lvl w:ilvl="0">
      <w:start w:val="1"/>
      <w:numFmt w:val="decimal"/>
      <w:lvlText w:val="%1"/>
      <w:lvlJc w:val="left"/>
      <w:pPr>
        <w:tabs>
          <w:tab w:val="num" w:pos="340"/>
        </w:tabs>
        <w:ind w:left="340" w:hanging="340"/>
      </w:pPr>
      <w:rPr>
        <w:rFonts w:ascii="Arial" w:hAnsi="Aria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vanish w:val="0"/>
        <w:sz w:val="36"/>
        <w:vertAlign w:val="baseline"/>
        <w:lang w:val="en-US"/>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049000B"/>
    <w:multiLevelType w:val="singleLevel"/>
    <w:tmpl w:val="48F08050"/>
    <w:lvl w:ilvl="0">
      <w:start w:val="1"/>
      <w:numFmt w:val="bullet"/>
      <w:lvlText w:val=""/>
      <w:lvlJc w:val="left"/>
      <w:pPr>
        <w:tabs>
          <w:tab w:val="num" w:pos="340"/>
        </w:tabs>
        <w:ind w:left="340" w:hanging="340"/>
      </w:pPr>
      <w:rPr>
        <w:rFonts w:ascii="Symbol" w:hAnsi="Symbol" w:hint="default"/>
        <w:color w:val="auto"/>
        <w:sz w:val="22"/>
      </w:rPr>
    </w:lvl>
  </w:abstractNum>
  <w:abstractNum w:abstractNumId="42">
    <w:nsid w:val="71535AA8"/>
    <w:multiLevelType w:val="singleLevel"/>
    <w:tmpl w:val="B3F08708"/>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73E731E6"/>
    <w:multiLevelType w:val="hybridMultilevel"/>
    <w:tmpl w:val="F7087552"/>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4">
    <w:nsid w:val="772F2889"/>
    <w:multiLevelType w:val="singleLevel"/>
    <w:tmpl w:val="6686926E"/>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7B606DA2"/>
    <w:multiLevelType w:val="hybridMultilevel"/>
    <w:tmpl w:val="6C48700C"/>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6">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0"/>
  </w:num>
  <w:num w:numId="3">
    <w:abstractNumId w:val="9"/>
  </w:num>
  <w:num w:numId="4">
    <w:abstractNumId w:val="7"/>
  </w:num>
  <w:num w:numId="5">
    <w:abstractNumId w:val="6"/>
  </w:num>
  <w:num w:numId="6">
    <w:abstractNumId w:val="8"/>
  </w:num>
  <w:num w:numId="7">
    <w:abstractNumId w:val="4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7"/>
  </w:num>
  <w:num w:numId="16">
    <w:abstractNumId w:val="45"/>
  </w:num>
  <w:num w:numId="17">
    <w:abstractNumId w:val="32"/>
  </w:num>
  <w:num w:numId="18">
    <w:abstractNumId w:val="43"/>
  </w:num>
  <w:num w:numId="19">
    <w:abstractNumId w:val="26"/>
  </w:num>
  <w:num w:numId="20">
    <w:abstractNumId w:val="41"/>
  </w:num>
  <w:num w:numId="21">
    <w:abstractNumId w:val="17"/>
  </w:num>
  <w:num w:numId="22">
    <w:abstractNumId w:val="42"/>
  </w:num>
  <w:num w:numId="23">
    <w:abstractNumId w:val="16"/>
  </w:num>
  <w:num w:numId="24">
    <w:abstractNumId w:val="24"/>
  </w:num>
  <w:num w:numId="25">
    <w:abstractNumId w:val="38"/>
  </w:num>
  <w:num w:numId="26">
    <w:abstractNumId w:val="18"/>
  </w:num>
  <w:num w:numId="27">
    <w:abstractNumId w:val="44"/>
  </w:num>
  <w:num w:numId="28">
    <w:abstractNumId w:val="27"/>
  </w:num>
  <w:num w:numId="29">
    <w:abstractNumId w:val="34"/>
  </w:num>
  <w:num w:numId="30">
    <w:abstractNumId w:val="23"/>
  </w:num>
  <w:num w:numId="31">
    <w:abstractNumId w:val="14"/>
  </w:num>
  <w:num w:numId="32">
    <w:abstractNumId w:val="33"/>
  </w:num>
  <w:num w:numId="33">
    <w:abstractNumId w:val="25"/>
  </w:num>
  <w:num w:numId="34">
    <w:abstractNumId w:val="39"/>
  </w:num>
  <w:num w:numId="35">
    <w:abstractNumId w:val="11"/>
  </w:num>
  <w:num w:numId="36">
    <w:abstractNumId w:val="36"/>
  </w:num>
  <w:num w:numId="37">
    <w:abstractNumId w:val="13"/>
  </w:num>
  <w:num w:numId="38">
    <w:abstractNumId w:val="31"/>
  </w:num>
  <w:num w:numId="39">
    <w:abstractNumId w:val="15"/>
  </w:num>
  <w:num w:numId="40">
    <w:abstractNumId w:val="30"/>
  </w:num>
  <w:num w:numId="41">
    <w:abstractNumId w:val="35"/>
  </w:num>
  <w:num w:numId="42">
    <w:abstractNumId w:val="29"/>
  </w:num>
  <w:num w:numId="43">
    <w:abstractNumId w:val="19"/>
  </w:num>
  <w:num w:numId="44">
    <w:abstractNumId w:val="20"/>
  </w:num>
  <w:num w:numId="45">
    <w:abstractNumId w:val="12"/>
  </w:num>
  <w:num w:numId="46">
    <w:abstractNumId w:val="22"/>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96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0A"/>
    <w:rsid w:val="0000173E"/>
    <w:rsid w:val="00003770"/>
    <w:rsid w:val="00004D0B"/>
    <w:rsid w:val="00006013"/>
    <w:rsid w:val="00010F78"/>
    <w:rsid w:val="0001224C"/>
    <w:rsid w:val="00012694"/>
    <w:rsid w:val="00013D33"/>
    <w:rsid w:val="00016C59"/>
    <w:rsid w:val="00020678"/>
    <w:rsid w:val="00023F21"/>
    <w:rsid w:val="00027B63"/>
    <w:rsid w:val="00033166"/>
    <w:rsid w:val="00033838"/>
    <w:rsid w:val="00037943"/>
    <w:rsid w:val="00042F10"/>
    <w:rsid w:val="00052728"/>
    <w:rsid w:val="00053A71"/>
    <w:rsid w:val="0005511B"/>
    <w:rsid w:val="000571B0"/>
    <w:rsid w:val="00060BB8"/>
    <w:rsid w:val="000614CF"/>
    <w:rsid w:val="000637E1"/>
    <w:rsid w:val="00064D22"/>
    <w:rsid w:val="00066DF4"/>
    <w:rsid w:val="000677AF"/>
    <w:rsid w:val="00083233"/>
    <w:rsid w:val="00086079"/>
    <w:rsid w:val="00086270"/>
    <w:rsid w:val="00086E55"/>
    <w:rsid w:val="000A6FA3"/>
    <w:rsid w:val="000B5F19"/>
    <w:rsid w:val="000B6D30"/>
    <w:rsid w:val="000C0E56"/>
    <w:rsid w:val="000C1D33"/>
    <w:rsid w:val="000D07F1"/>
    <w:rsid w:val="000D08D3"/>
    <w:rsid w:val="000D11CA"/>
    <w:rsid w:val="000D2807"/>
    <w:rsid w:val="000D3663"/>
    <w:rsid w:val="000D7B30"/>
    <w:rsid w:val="000D7E06"/>
    <w:rsid w:val="000E04B7"/>
    <w:rsid w:val="000E05B2"/>
    <w:rsid w:val="000E09DA"/>
    <w:rsid w:val="000E185E"/>
    <w:rsid w:val="000E3180"/>
    <w:rsid w:val="000E6C88"/>
    <w:rsid w:val="000E748E"/>
    <w:rsid w:val="000F0498"/>
    <w:rsid w:val="000F46B2"/>
    <w:rsid w:val="00101D1E"/>
    <w:rsid w:val="00103394"/>
    <w:rsid w:val="00104174"/>
    <w:rsid w:val="00111103"/>
    <w:rsid w:val="00114659"/>
    <w:rsid w:val="00120E14"/>
    <w:rsid w:val="001229A7"/>
    <w:rsid w:val="00124102"/>
    <w:rsid w:val="00126BDF"/>
    <w:rsid w:val="00136D6C"/>
    <w:rsid w:val="001434AE"/>
    <w:rsid w:val="00152CE6"/>
    <w:rsid w:val="00156889"/>
    <w:rsid w:val="00156FF6"/>
    <w:rsid w:val="001649B8"/>
    <w:rsid w:val="00164BCA"/>
    <w:rsid w:val="0016507C"/>
    <w:rsid w:val="00171D72"/>
    <w:rsid w:val="00175A20"/>
    <w:rsid w:val="00181982"/>
    <w:rsid w:val="001857CB"/>
    <w:rsid w:val="00186CC2"/>
    <w:rsid w:val="00190D47"/>
    <w:rsid w:val="0019221D"/>
    <w:rsid w:val="00193872"/>
    <w:rsid w:val="00195239"/>
    <w:rsid w:val="001A1CAF"/>
    <w:rsid w:val="001A46FE"/>
    <w:rsid w:val="001A5197"/>
    <w:rsid w:val="001E1301"/>
    <w:rsid w:val="001E234E"/>
    <w:rsid w:val="001E3C01"/>
    <w:rsid w:val="001F011E"/>
    <w:rsid w:val="001F155C"/>
    <w:rsid w:val="001F4578"/>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3CE0"/>
    <w:rsid w:val="002475DE"/>
    <w:rsid w:val="002477C8"/>
    <w:rsid w:val="00250CFE"/>
    <w:rsid w:val="0025127C"/>
    <w:rsid w:val="002516C4"/>
    <w:rsid w:val="00251BE0"/>
    <w:rsid w:val="002538A8"/>
    <w:rsid w:val="00256269"/>
    <w:rsid w:val="0026247E"/>
    <w:rsid w:val="00262A78"/>
    <w:rsid w:val="00262FA6"/>
    <w:rsid w:val="00265B5C"/>
    <w:rsid w:val="002708C8"/>
    <w:rsid w:val="002727F0"/>
    <w:rsid w:val="00276AA0"/>
    <w:rsid w:val="00281037"/>
    <w:rsid w:val="00281B8A"/>
    <w:rsid w:val="0028348F"/>
    <w:rsid w:val="00287C16"/>
    <w:rsid w:val="00296543"/>
    <w:rsid w:val="00297789"/>
    <w:rsid w:val="00297A5A"/>
    <w:rsid w:val="002A1CB9"/>
    <w:rsid w:val="002A4501"/>
    <w:rsid w:val="002B142C"/>
    <w:rsid w:val="002B21D6"/>
    <w:rsid w:val="002B68F4"/>
    <w:rsid w:val="002B7A2C"/>
    <w:rsid w:val="002C0042"/>
    <w:rsid w:val="002C00E9"/>
    <w:rsid w:val="002C3196"/>
    <w:rsid w:val="002C3FB1"/>
    <w:rsid w:val="002C7AB7"/>
    <w:rsid w:val="002D0D2A"/>
    <w:rsid w:val="002D2941"/>
    <w:rsid w:val="002D34D2"/>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C67"/>
    <w:rsid w:val="00310B71"/>
    <w:rsid w:val="00312168"/>
    <w:rsid w:val="00312590"/>
    <w:rsid w:val="00322527"/>
    <w:rsid w:val="00335118"/>
    <w:rsid w:val="00337B12"/>
    <w:rsid w:val="00340EA9"/>
    <w:rsid w:val="0034310D"/>
    <w:rsid w:val="00347C0E"/>
    <w:rsid w:val="003511CD"/>
    <w:rsid w:val="00351BBD"/>
    <w:rsid w:val="003528CB"/>
    <w:rsid w:val="00354228"/>
    <w:rsid w:val="0035488A"/>
    <w:rsid w:val="003558C9"/>
    <w:rsid w:val="003600CE"/>
    <w:rsid w:val="00360DDE"/>
    <w:rsid w:val="00363273"/>
    <w:rsid w:val="003635E0"/>
    <w:rsid w:val="00363A71"/>
    <w:rsid w:val="0037029B"/>
    <w:rsid w:val="0037312C"/>
    <w:rsid w:val="00382413"/>
    <w:rsid w:val="003828D8"/>
    <w:rsid w:val="003837FA"/>
    <w:rsid w:val="00390531"/>
    <w:rsid w:val="00394BAC"/>
    <w:rsid w:val="003951EF"/>
    <w:rsid w:val="00395BB8"/>
    <w:rsid w:val="00397826"/>
    <w:rsid w:val="003A3238"/>
    <w:rsid w:val="003A596E"/>
    <w:rsid w:val="003A75FA"/>
    <w:rsid w:val="003B4C1B"/>
    <w:rsid w:val="003B7D94"/>
    <w:rsid w:val="003C7310"/>
    <w:rsid w:val="003D1A46"/>
    <w:rsid w:val="003D47B4"/>
    <w:rsid w:val="003E0E08"/>
    <w:rsid w:val="003E3281"/>
    <w:rsid w:val="003F09F7"/>
    <w:rsid w:val="003F17CC"/>
    <w:rsid w:val="003F323C"/>
    <w:rsid w:val="003F5902"/>
    <w:rsid w:val="003F6D48"/>
    <w:rsid w:val="00401940"/>
    <w:rsid w:val="00401C6B"/>
    <w:rsid w:val="00403C2B"/>
    <w:rsid w:val="004047E2"/>
    <w:rsid w:val="0040490C"/>
    <w:rsid w:val="0040583F"/>
    <w:rsid w:val="00406609"/>
    <w:rsid w:val="00411C55"/>
    <w:rsid w:val="00416B6D"/>
    <w:rsid w:val="00417652"/>
    <w:rsid w:val="00421FCE"/>
    <w:rsid w:val="0042414A"/>
    <w:rsid w:val="004255AD"/>
    <w:rsid w:val="00425B11"/>
    <w:rsid w:val="00426A2D"/>
    <w:rsid w:val="00433439"/>
    <w:rsid w:val="00437D07"/>
    <w:rsid w:val="0044554C"/>
    <w:rsid w:val="004512D6"/>
    <w:rsid w:val="00453035"/>
    <w:rsid w:val="0045587D"/>
    <w:rsid w:val="00457890"/>
    <w:rsid w:val="00461373"/>
    <w:rsid w:val="00466A83"/>
    <w:rsid w:val="0046746F"/>
    <w:rsid w:val="004713BE"/>
    <w:rsid w:val="00471988"/>
    <w:rsid w:val="00473586"/>
    <w:rsid w:val="0047692F"/>
    <w:rsid w:val="0048041E"/>
    <w:rsid w:val="00493298"/>
    <w:rsid w:val="00496F14"/>
    <w:rsid w:val="00497DC9"/>
    <w:rsid w:val="00497FCF"/>
    <w:rsid w:val="004A06CB"/>
    <w:rsid w:val="004A07D8"/>
    <w:rsid w:val="004A263E"/>
    <w:rsid w:val="004B5F47"/>
    <w:rsid w:val="004B6B83"/>
    <w:rsid w:val="004B7C49"/>
    <w:rsid w:val="004B7D81"/>
    <w:rsid w:val="004C3585"/>
    <w:rsid w:val="004C4BDF"/>
    <w:rsid w:val="004C58E0"/>
    <w:rsid w:val="004D5711"/>
    <w:rsid w:val="004D6B43"/>
    <w:rsid w:val="004E1F95"/>
    <w:rsid w:val="004E4AAD"/>
    <w:rsid w:val="004E6FFE"/>
    <w:rsid w:val="004E7F7D"/>
    <w:rsid w:val="004F0750"/>
    <w:rsid w:val="004F0CE1"/>
    <w:rsid w:val="004F4C25"/>
    <w:rsid w:val="0050115B"/>
    <w:rsid w:val="00506350"/>
    <w:rsid w:val="00511758"/>
    <w:rsid w:val="005145E1"/>
    <w:rsid w:val="00520E15"/>
    <w:rsid w:val="0052424E"/>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DC2"/>
    <w:rsid w:val="0056329A"/>
    <w:rsid w:val="00565EDB"/>
    <w:rsid w:val="00570133"/>
    <w:rsid w:val="00570885"/>
    <w:rsid w:val="005755B5"/>
    <w:rsid w:val="00576533"/>
    <w:rsid w:val="00584DC2"/>
    <w:rsid w:val="00587D38"/>
    <w:rsid w:val="00591EB6"/>
    <w:rsid w:val="00594E8D"/>
    <w:rsid w:val="0059542A"/>
    <w:rsid w:val="0059619E"/>
    <w:rsid w:val="00596DCB"/>
    <w:rsid w:val="005A0040"/>
    <w:rsid w:val="005A1BE9"/>
    <w:rsid w:val="005A334E"/>
    <w:rsid w:val="005B605B"/>
    <w:rsid w:val="005B768E"/>
    <w:rsid w:val="005C1090"/>
    <w:rsid w:val="005C1A30"/>
    <w:rsid w:val="005C1E5F"/>
    <w:rsid w:val="005C290B"/>
    <w:rsid w:val="005C4ED1"/>
    <w:rsid w:val="005C6197"/>
    <w:rsid w:val="005D0A50"/>
    <w:rsid w:val="005D3DCC"/>
    <w:rsid w:val="005D64B1"/>
    <w:rsid w:val="005D7BEF"/>
    <w:rsid w:val="005E0A23"/>
    <w:rsid w:val="005E2FAB"/>
    <w:rsid w:val="005E58C5"/>
    <w:rsid w:val="005E6E0E"/>
    <w:rsid w:val="005E706C"/>
    <w:rsid w:val="005F0818"/>
    <w:rsid w:val="005F198D"/>
    <w:rsid w:val="005F2E10"/>
    <w:rsid w:val="005F65E6"/>
    <w:rsid w:val="005F6F11"/>
    <w:rsid w:val="0060270C"/>
    <w:rsid w:val="00605551"/>
    <w:rsid w:val="006135A5"/>
    <w:rsid w:val="0061662E"/>
    <w:rsid w:val="00621E69"/>
    <w:rsid w:val="00625E79"/>
    <w:rsid w:val="006325C5"/>
    <w:rsid w:val="00632A00"/>
    <w:rsid w:val="006344FF"/>
    <w:rsid w:val="00635BAC"/>
    <w:rsid w:val="00643D7D"/>
    <w:rsid w:val="00645DC2"/>
    <w:rsid w:val="00647EC6"/>
    <w:rsid w:val="006518B5"/>
    <w:rsid w:val="00653596"/>
    <w:rsid w:val="006618F9"/>
    <w:rsid w:val="00663140"/>
    <w:rsid w:val="006666AC"/>
    <w:rsid w:val="00667DA0"/>
    <w:rsid w:val="00670580"/>
    <w:rsid w:val="0067060C"/>
    <w:rsid w:val="00670E6A"/>
    <w:rsid w:val="006713F6"/>
    <w:rsid w:val="0067155D"/>
    <w:rsid w:val="00675169"/>
    <w:rsid w:val="006753E7"/>
    <w:rsid w:val="0067567E"/>
    <w:rsid w:val="00675A80"/>
    <w:rsid w:val="00675D84"/>
    <w:rsid w:val="00682CB9"/>
    <w:rsid w:val="006837FD"/>
    <w:rsid w:val="0068779C"/>
    <w:rsid w:val="00691033"/>
    <w:rsid w:val="006925CC"/>
    <w:rsid w:val="0069606C"/>
    <w:rsid w:val="006A7D2A"/>
    <w:rsid w:val="006B0054"/>
    <w:rsid w:val="006B13B6"/>
    <w:rsid w:val="006B361B"/>
    <w:rsid w:val="006B3F73"/>
    <w:rsid w:val="006B62FB"/>
    <w:rsid w:val="006C1E73"/>
    <w:rsid w:val="006C5507"/>
    <w:rsid w:val="006C6032"/>
    <w:rsid w:val="006C604F"/>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6E2B"/>
    <w:rsid w:val="007105B7"/>
    <w:rsid w:val="00712078"/>
    <w:rsid w:val="00712974"/>
    <w:rsid w:val="007167B6"/>
    <w:rsid w:val="00722AED"/>
    <w:rsid w:val="0072318B"/>
    <w:rsid w:val="007247B8"/>
    <w:rsid w:val="007315E6"/>
    <w:rsid w:val="00732024"/>
    <w:rsid w:val="007337D6"/>
    <w:rsid w:val="007360AA"/>
    <w:rsid w:val="0073646C"/>
    <w:rsid w:val="00737BE0"/>
    <w:rsid w:val="0074726B"/>
    <w:rsid w:val="00752881"/>
    <w:rsid w:val="007543C3"/>
    <w:rsid w:val="007548FD"/>
    <w:rsid w:val="007563D0"/>
    <w:rsid w:val="007566ED"/>
    <w:rsid w:val="00757298"/>
    <w:rsid w:val="007603E6"/>
    <w:rsid w:val="00760FBC"/>
    <w:rsid w:val="0076195D"/>
    <w:rsid w:val="0076699E"/>
    <w:rsid w:val="00767394"/>
    <w:rsid w:val="0077081D"/>
    <w:rsid w:val="0078398F"/>
    <w:rsid w:val="007849A6"/>
    <w:rsid w:val="00785742"/>
    <w:rsid w:val="00786B6D"/>
    <w:rsid w:val="007877C8"/>
    <w:rsid w:val="00787AD7"/>
    <w:rsid w:val="00790304"/>
    <w:rsid w:val="00790675"/>
    <w:rsid w:val="0079187D"/>
    <w:rsid w:val="0079651C"/>
    <w:rsid w:val="00796DA5"/>
    <w:rsid w:val="007B1D44"/>
    <w:rsid w:val="007B2D97"/>
    <w:rsid w:val="007B6DE6"/>
    <w:rsid w:val="007C0CC4"/>
    <w:rsid w:val="007C7FBB"/>
    <w:rsid w:val="007D252C"/>
    <w:rsid w:val="007D5DE6"/>
    <w:rsid w:val="007E0DB7"/>
    <w:rsid w:val="007E46BE"/>
    <w:rsid w:val="007E5C27"/>
    <w:rsid w:val="007F00EA"/>
    <w:rsid w:val="007F2C87"/>
    <w:rsid w:val="00802AD9"/>
    <w:rsid w:val="0080493F"/>
    <w:rsid w:val="00811F0F"/>
    <w:rsid w:val="008145B4"/>
    <w:rsid w:val="00820705"/>
    <w:rsid w:val="00820F10"/>
    <w:rsid w:val="00823F64"/>
    <w:rsid w:val="00824D37"/>
    <w:rsid w:val="008271D0"/>
    <w:rsid w:val="00830FA8"/>
    <w:rsid w:val="00833D03"/>
    <w:rsid w:val="00836543"/>
    <w:rsid w:val="0083785B"/>
    <w:rsid w:val="008449AB"/>
    <w:rsid w:val="008452F0"/>
    <w:rsid w:val="00852E97"/>
    <w:rsid w:val="00853429"/>
    <w:rsid w:val="00853E6E"/>
    <w:rsid w:val="0085545D"/>
    <w:rsid w:val="00864D3C"/>
    <w:rsid w:val="00865F0C"/>
    <w:rsid w:val="00871863"/>
    <w:rsid w:val="0087488F"/>
    <w:rsid w:val="008773DD"/>
    <w:rsid w:val="00880641"/>
    <w:rsid w:val="00880751"/>
    <w:rsid w:val="00881AC1"/>
    <w:rsid w:val="008837B5"/>
    <w:rsid w:val="00887BBA"/>
    <w:rsid w:val="0089087D"/>
    <w:rsid w:val="00890CAC"/>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CE7"/>
    <w:rsid w:val="008B6EF5"/>
    <w:rsid w:val="008C1DAA"/>
    <w:rsid w:val="008C2573"/>
    <w:rsid w:val="008C37DA"/>
    <w:rsid w:val="008C561E"/>
    <w:rsid w:val="008C7010"/>
    <w:rsid w:val="008C7114"/>
    <w:rsid w:val="008C799A"/>
    <w:rsid w:val="008C7B00"/>
    <w:rsid w:val="008C7BD4"/>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D58"/>
    <w:rsid w:val="00975595"/>
    <w:rsid w:val="00975B05"/>
    <w:rsid w:val="00980C14"/>
    <w:rsid w:val="009823F4"/>
    <w:rsid w:val="00984172"/>
    <w:rsid w:val="0098449D"/>
    <w:rsid w:val="0098685D"/>
    <w:rsid w:val="00993311"/>
    <w:rsid w:val="00994150"/>
    <w:rsid w:val="00994C11"/>
    <w:rsid w:val="00994FD3"/>
    <w:rsid w:val="00995068"/>
    <w:rsid w:val="00995DC7"/>
    <w:rsid w:val="00996957"/>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5BE7"/>
    <w:rsid w:val="009D63CB"/>
    <w:rsid w:val="009E0AC2"/>
    <w:rsid w:val="009E36F4"/>
    <w:rsid w:val="009E370B"/>
    <w:rsid w:val="009E4940"/>
    <w:rsid w:val="009E49FA"/>
    <w:rsid w:val="009E4C4C"/>
    <w:rsid w:val="009E52FD"/>
    <w:rsid w:val="009E5F31"/>
    <w:rsid w:val="009F3C60"/>
    <w:rsid w:val="00A03432"/>
    <w:rsid w:val="00A05AD6"/>
    <w:rsid w:val="00A06764"/>
    <w:rsid w:val="00A07455"/>
    <w:rsid w:val="00A110BB"/>
    <w:rsid w:val="00A1510E"/>
    <w:rsid w:val="00A22D82"/>
    <w:rsid w:val="00A246D9"/>
    <w:rsid w:val="00A27542"/>
    <w:rsid w:val="00A34C80"/>
    <w:rsid w:val="00A36790"/>
    <w:rsid w:val="00A36F67"/>
    <w:rsid w:val="00A40010"/>
    <w:rsid w:val="00A407C5"/>
    <w:rsid w:val="00A4243A"/>
    <w:rsid w:val="00A45E38"/>
    <w:rsid w:val="00A50060"/>
    <w:rsid w:val="00A52485"/>
    <w:rsid w:val="00A52C20"/>
    <w:rsid w:val="00A563B0"/>
    <w:rsid w:val="00A56406"/>
    <w:rsid w:val="00A57ED7"/>
    <w:rsid w:val="00A6186F"/>
    <w:rsid w:val="00A62C23"/>
    <w:rsid w:val="00A63BD7"/>
    <w:rsid w:val="00A71934"/>
    <w:rsid w:val="00A72E4E"/>
    <w:rsid w:val="00A80501"/>
    <w:rsid w:val="00A827E9"/>
    <w:rsid w:val="00A864E3"/>
    <w:rsid w:val="00A90B4F"/>
    <w:rsid w:val="00A94A60"/>
    <w:rsid w:val="00A96C68"/>
    <w:rsid w:val="00A97730"/>
    <w:rsid w:val="00AA0BD9"/>
    <w:rsid w:val="00AA0E91"/>
    <w:rsid w:val="00AA1ABD"/>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43E4"/>
    <w:rsid w:val="00AE5B70"/>
    <w:rsid w:val="00AE769B"/>
    <w:rsid w:val="00AF00CD"/>
    <w:rsid w:val="00AF6C79"/>
    <w:rsid w:val="00AF7C4B"/>
    <w:rsid w:val="00B025EB"/>
    <w:rsid w:val="00B03159"/>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532EE"/>
    <w:rsid w:val="00B535E7"/>
    <w:rsid w:val="00B53CD3"/>
    <w:rsid w:val="00B64367"/>
    <w:rsid w:val="00B70750"/>
    <w:rsid w:val="00B731D4"/>
    <w:rsid w:val="00B735B2"/>
    <w:rsid w:val="00B7387E"/>
    <w:rsid w:val="00B829B3"/>
    <w:rsid w:val="00B87D08"/>
    <w:rsid w:val="00B91781"/>
    <w:rsid w:val="00B93FF5"/>
    <w:rsid w:val="00BA0296"/>
    <w:rsid w:val="00BA22C5"/>
    <w:rsid w:val="00BA38E6"/>
    <w:rsid w:val="00BA5B78"/>
    <w:rsid w:val="00BA5DE3"/>
    <w:rsid w:val="00BB2107"/>
    <w:rsid w:val="00BB33E9"/>
    <w:rsid w:val="00BB43AA"/>
    <w:rsid w:val="00BB4803"/>
    <w:rsid w:val="00BB4E2F"/>
    <w:rsid w:val="00BC37A9"/>
    <w:rsid w:val="00BD3FD7"/>
    <w:rsid w:val="00BD60D9"/>
    <w:rsid w:val="00BD6A60"/>
    <w:rsid w:val="00BE0722"/>
    <w:rsid w:val="00BE31E4"/>
    <w:rsid w:val="00BE3389"/>
    <w:rsid w:val="00BE342D"/>
    <w:rsid w:val="00BE7976"/>
    <w:rsid w:val="00BF03F0"/>
    <w:rsid w:val="00BF1874"/>
    <w:rsid w:val="00BF1D8C"/>
    <w:rsid w:val="00BF689E"/>
    <w:rsid w:val="00BF68EB"/>
    <w:rsid w:val="00C022DF"/>
    <w:rsid w:val="00C036B4"/>
    <w:rsid w:val="00C04157"/>
    <w:rsid w:val="00C072D3"/>
    <w:rsid w:val="00C07E3C"/>
    <w:rsid w:val="00C12360"/>
    <w:rsid w:val="00C1760A"/>
    <w:rsid w:val="00C1788E"/>
    <w:rsid w:val="00C20837"/>
    <w:rsid w:val="00C264F1"/>
    <w:rsid w:val="00C30AE1"/>
    <w:rsid w:val="00C367C3"/>
    <w:rsid w:val="00C378BF"/>
    <w:rsid w:val="00C4073C"/>
    <w:rsid w:val="00C5238C"/>
    <w:rsid w:val="00C546DD"/>
    <w:rsid w:val="00C67D31"/>
    <w:rsid w:val="00C80FF4"/>
    <w:rsid w:val="00C84B14"/>
    <w:rsid w:val="00C9279D"/>
    <w:rsid w:val="00C96440"/>
    <w:rsid w:val="00CA18F6"/>
    <w:rsid w:val="00CA49C1"/>
    <w:rsid w:val="00CA5314"/>
    <w:rsid w:val="00CA57D0"/>
    <w:rsid w:val="00CB0B9A"/>
    <w:rsid w:val="00CB0E47"/>
    <w:rsid w:val="00CB0F6B"/>
    <w:rsid w:val="00CB71EE"/>
    <w:rsid w:val="00CC0513"/>
    <w:rsid w:val="00CC160C"/>
    <w:rsid w:val="00CC36B7"/>
    <w:rsid w:val="00CC3875"/>
    <w:rsid w:val="00CC598F"/>
    <w:rsid w:val="00CC6229"/>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136EC"/>
    <w:rsid w:val="00D2313C"/>
    <w:rsid w:val="00D246F2"/>
    <w:rsid w:val="00D27FF4"/>
    <w:rsid w:val="00D41099"/>
    <w:rsid w:val="00D5098D"/>
    <w:rsid w:val="00D52539"/>
    <w:rsid w:val="00D54EA3"/>
    <w:rsid w:val="00D54FC9"/>
    <w:rsid w:val="00D56052"/>
    <w:rsid w:val="00D57C6B"/>
    <w:rsid w:val="00D6133C"/>
    <w:rsid w:val="00D6329E"/>
    <w:rsid w:val="00D633BE"/>
    <w:rsid w:val="00D72188"/>
    <w:rsid w:val="00D72263"/>
    <w:rsid w:val="00D73577"/>
    <w:rsid w:val="00D74297"/>
    <w:rsid w:val="00D7525F"/>
    <w:rsid w:val="00D754D8"/>
    <w:rsid w:val="00D80204"/>
    <w:rsid w:val="00D82480"/>
    <w:rsid w:val="00D85179"/>
    <w:rsid w:val="00D87D1E"/>
    <w:rsid w:val="00D900B6"/>
    <w:rsid w:val="00D911C4"/>
    <w:rsid w:val="00D926F8"/>
    <w:rsid w:val="00D92776"/>
    <w:rsid w:val="00D9373F"/>
    <w:rsid w:val="00D97387"/>
    <w:rsid w:val="00D97F96"/>
    <w:rsid w:val="00DA3155"/>
    <w:rsid w:val="00DA7DD7"/>
    <w:rsid w:val="00DB1C36"/>
    <w:rsid w:val="00DB56DB"/>
    <w:rsid w:val="00DC3E71"/>
    <w:rsid w:val="00DC78C5"/>
    <w:rsid w:val="00DC7B89"/>
    <w:rsid w:val="00DD29C0"/>
    <w:rsid w:val="00DD4C78"/>
    <w:rsid w:val="00DE384B"/>
    <w:rsid w:val="00DE75FA"/>
    <w:rsid w:val="00DF0536"/>
    <w:rsid w:val="00DF68F9"/>
    <w:rsid w:val="00E0247E"/>
    <w:rsid w:val="00E0311B"/>
    <w:rsid w:val="00E064F1"/>
    <w:rsid w:val="00E07A06"/>
    <w:rsid w:val="00E10706"/>
    <w:rsid w:val="00E13968"/>
    <w:rsid w:val="00E17B96"/>
    <w:rsid w:val="00E2152A"/>
    <w:rsid w:val="00E2201E"/>
    <w:rsid w:val="00E23E3F"/>
    <w:rsid w:val="00E24A3E"/>
    <w:rsid w:val="00E24CC7"/>
    <w:rsid w:val="00E24ECD"/>
    <w:rsid w:val="00E27A81"/>
    <w:rsid w:val="00E318A8"/>
    <w:rsid w:val="00E35574"/>
    <w:rsid w:val="00E35ACD"/>
    <w:rsid w:val="00E41AE3"/>
    <w:rsid w:val="00E4278A"/>
    <w:rsid w:val="00E4339F"/>
    <w:rsid w:val="00E478B3"/>
    <w:rsid w:val="00E52380"/>
    <w:rsid w:val="00E54957"/>
    <w:rsid w:val="00E56294"/>
    <w:rsid w:val="00E5730C"/>
    <w:rsid w:val="00E6127E"/>
    <w:rsid w:val="00E6488C"/>
    <w:rsid w:val="00E77766"/>
    <w:rsid w:val="00E870D9"/>
    <w:rsid w:val="00E932F9"/>
    <w:rsid w:val="00E93CF5"/>
    <w:rsid w:val="00E9617F"/>
    <w:rsid w:val="00E963ED"/>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D36FD"/>
    <w:rsid w:val="00ED5634"/>
    <w:rsid w:val="00ED70EE"/>
    <w:rsid w:val="00ED7360"/>
    <w:rsid w:val="00EE1EA0"/>
    <w:rsid w:val="00EE261D"/>
    <w:rsid w:val="00EE3E36"/>
    <w:rsid w:val="00EE3E45"/>
    <w:rsid w:val="00EE4EB3"/>
    <w:rsid w:val="00EE59FD"/>
    <w:rsid w:val="00EE76ED"/>
    <w:rsid w:val="00EE7762"/>
    <w:rsid w:val="00EF1EAB"/>
    <w:rsid w:val="00EF4039"/>
    <w:rsid w:val="00EF77BF"/>
    <w:rsid w:val="00F0025A"/>
    <w:rsid w:val="00F0073B"/>
    <w:rsid w:val="00F01A42"/>
    <w:rsid w:val="00F1033E"/>
    <w:rsid w:val="00F1127D"/>
    <w:rsid w:val="00F11598"/>
    <w:rsid w:val="00F14CBE"/>
    <w:rsid w:val="00F158A4"/>
    <w:rsid w:val="00F16AEC"/>
    <w:rsid w:val="00F16EB0"/>
    <w:rsid w:val="00F17A19"/>
    <w:rsid w:val="00F21B0E"/>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051B"/>
    <w:rsid w:val="00F821A4"/>
    <w:rsid w:val="00F83310"/>
    <w:rsid w:val="00F91905"/>
    <w:rsid w:val="00F965B0"/>
    <w:rsid w:val="00F979BD"/>
    <w:rsid w:val="00FA4001"/>
    <w:rsid w:val="00FA63C0"/>
    <w:rsid w:val="00FB2671"/>
    <w:rsid w:val="00FB4D18"/>
    <w:rsid w:val="00FB4E45"/>
    <w:rsid w:val="00FB6301"/>
    <w:rsid w:val="00FC467A"/>
    <w:rsid w:val="00FC50FC"/>
    <w:rsid w:val="00FD25CB"/>
    <w:rsid w:val="00FD5495"/>
    <w:rsid w:val="00FD72AB"/>
    <w:rsid w:val="00FD75E5"/>
    <w:rsid w:val="00FE0F7A"/>
    <w:rsid w:val="00FE4B91"/>
    <w:rsid w:val="00FF634A"/>
    <w:rsid w:val="00FF7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15:docId w15:val="{7D031E64-F07D-4033-BE22-07742AC4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FooterChar"/>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semiHidden/>
    <w:rsid w:val="00DE384B"/>
    <w:rPr>
      <w:sz w:val="16"/>
      <w:szCs w:val="16"/>
    </w:rPr>
  </w:style>
  <w:style w:type="paragraph" w:styleId="CommentText">
    <w:name w:val="annotation text"/>
    <w:basedOn w:val="Normal"/>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none"/>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FooterChar">
    <w:name w:val="Footer Char"/>
    <w:link w:val="Footer"/>
    <w:uiPriority w:val="99"/>
    <w:rsid w:val="00F0073B"/>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574F3-0537-4A82-912D-4306EFD4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0</TotalTime>
  <Pages>1</Pages>
  <Words>50</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Szablon notatki ze spotkania</vt:lpstr>
    </vt:vector>
  </TitlesOfParts>
  <Company>KPMG</Company>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2</cp:revision>
  <cp:lastPrinted>2007-11-13T06:35:00Z</cp:lastPrinted>
  <dcterms:created xsi:type="dcterms:W3CDTF">2014-11-21T12:21:00Z</dcterms:created>
  <dcterms:modified xsi:type="dcterms:W3CDTF">2014-11-21T12:21:00Z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